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73C26" w14:textId="77777777" w:rsidR="00DF45AF" w:rsidRPr="00BB2173" w:rsidRDefault="00831C26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t>-</w:t>
      </w:r>
      <w:r w:rsidR="00DF45AF" w:rsidRPr="00BB2173">
        <w:rPr>
          <w:rFonts w:ascii="Times New Roman" w:hAnsi="Times New Roman"/>
          <w:sz w:val="18"/>
          <w:szCs w:val="18"/>
          <w:lang w:val="en-US"/>
        </w:rPr>
        <w:t xml:space="preserve"> imię i nazwisko studenta /</w:t>
      </w:r>
      <w:r w:rsidR="00CF33A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DF45AF" w:rsidRPr="00BB2173">
        <w:rPr>
          <w:rFonts w:ascii="Times New Roman" w:hAnsi="Times New Roman"/>
          <w:i/>
          <w:sz w:val="18"/>
          <w:szCs w:val="18"/>
          <w:lang w:val="en-US"/>
        </w:rPr>
        <w:t xml:space="preserve">name and surname </w:t>
      </w:r>
      <w:r w:rsidR="000C3520" w:rsidRPr="00BB2173">
        <w:rPr>
          <w:rFonts w:ascii="Times New Roman" w:hAnsi="Times New Roman"/>
          <w:i/>
          <w:sz w:val="18"/>
          <w:szCs w:val="18"/>
          <w:lang w:val="en-US"/>
        </w:rPr>
        <w:t xml:space="preserve">of the </w:t>
      </w:r>
      <w:r w:rsidR="00DF45AF" w:rsidRPr="00BB2173">
        <w:rPr>
          <w:rFonts w:ascii="Times New Roman" w:hAnsi="Times New Roman"/>
          <w:i/>
          <w:sz w:val="18"/>
          <w:szCs w:val="18"/>
          <w:lang w:val="en-US"/>
        </w:rPr>
        <w:t>student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78"/>
      </w:tblGrid>
      <w:tr w:rsidR="000C3520" w:rsidRPr="00BB2173" w14:paraId="672A6659" w14:textId="77777777" w:rsidTr="006A40FE">
        <w:tc>
          <w:tcPr>
            <w:tcW w:w="329" w:type="dxa"/>
          </w:tcPr>
          <w:p w14:paraId="0A37501D" w14:textId="77777777" w:rsidR="000C3520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14:paraId="5DAB6C7B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2EB378F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6A05A809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5A39BBE3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1C8F396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72A3D3EC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D0B940D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0E27B00A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60061E4C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4EAFD9C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4B94D5A5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9" w:type="dxa"/>
          </w:tcPr>
          <w:p w14:paraId="3DEEC669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656B9AB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5FB0818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49F31CB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53128261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62486C05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101652C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B99056E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1299C43A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4DDBEF00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461D779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CF2D8B6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FB78278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1FC39945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0562CB0E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34CE0A41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30" w:type="dxa"/>
          </w:tcPr>
          <w:p w14:paraId="62EBF3C5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78" w:type="dxa"/>
          </w:tcPr>
          <w:p w14:paraId="6D98A12B" w14:textId="77777777" w:rsidR="000C3520" w:rsidRPr="00BB2173" w:rsidRDefault="000C3520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28177982" w14:textId="77777777" w:rsidR="00831C26" w:rsidRPr="00BB2173" w:rsidRDefault="00831C26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</w:rPr>
      </w:pPr>
      <w:r w:rsidRPr="002B624E">
        <w:rPr>
          <w:rFonts w:ascii="Times New Roman" w:hAnsi="Times New Roman"/>
          <w:sz w:val="18"/>
          <w:szCs w:val="18"/>
        </w:rPr>
        <w:t>- symbol i numer dokumentu potwierdzającego tożsamość</w:t>
      </w:r>
      <w:r w:rsidR="006A27EB" w:rsidRPr="002B624E">
        <w:rPr>
          <w:rFonts w:ascii="Times New Roman" w:hAnsi="Times New Roman"/>
          <w:sz w:val="18"/>
          <w:szCs w:val="18"/>
        </w:rPr>
        <w:t xml:space="preserve"> / </w:t>
      </w:r>
      <w:r w:rsidR="006A27EB" w:rsidRPr="008D5880">
        <w:rPr>
          <w:rFonts w:ascii="Times New Roman" w:hAnsi="Times New Roman"/>
          <w:i/>
          <w:sz w:val="18"/>
          <w:szCs w:val="18"/>
        </w:rPr>
        <w:t>ID</w:t>
      </w:r>
      <w:r w:rsidR="008D5880" w:rsidRPr="008D5880">
        <w:rPr>
          <w:rFonts w:ascii="Times New Roman" w:hAnsi="Times New Roman"/>
          <w:i/>
          <w:sz w:val="18"/>
          <w:szCs w:val="18"/>
        </w:rPr>
        <w:t xml:space="preserve"> / pa</w:t>
      </w:r>
      <w:r w:rsidR="008D5880">
        <w:rPr>
          <w:rFonts w:ascii="Times New Roman" w:hAnsi="Times New Roman"/>
          <w:i/>
          <w:sz w:val="18"/>
          <w:szCs w:val="18"/>
        </w:rPr>
        <w:t>ssport</w:t>
      </w:r>
      <w:r w:rsidR="006A27EB" w:rsidRPr="008D5880">
        <w:rPr>
          <w:rFonts w:ascii="Times New Roman" w:hAnsi="Times New Roman"/>
          <w:i/>
          <w:sz w:val="18"/>
          <w:szCs w:val="18"/>
        </w:rPr>
        <w:t xml:space="preserve"> </w:t>
      </w:r>
      <w:r w:rsidR="007241E4">
        <w:rPr>
          <w:rFonts w:ascii="Times New Roman" w:hAnsi="Times New Roman"/>
          <w:i/>
          <w:sz w:val="18"/>
          <w:szCs w:val="18"/>
        </w:rPr>
        <w:t>series</w:t>
      </w:r>
      <w:r w:rsidR="00E168FA" w:rsidRPr="008D5880">
        <w:rPr>
          <w:rFonts w:ascii="Times New Roman" w:hAnsi="Times New Roman"/>
          <w:i/>
          <w:sz w:val="18"/>
          <w:szCs w:val="18"/>
        </w:rPr>
        <w:t xml:space="preserve"> and </w:t>
      </w:r>
      <w:r w:rsidR="006A27EB" w:rsidRPr="008D5880">
        <w:rPr>
          <w:rFonts w:ascii="Times New Roman" w:hAnsi="Times New Roman"/>
          <w:i/>
          <w:sz w:val="18"/>
          <w:szCs w:val="18"/>
        </w:rPr>
        <w:t>number</w:t>
      </w:r>
      <w:r w:rsidRPr="002B624E">
        <w:rPr>
          <w:rFonts w:ascii="Times New Roman" w:hAnsi="Times New Roman"/>
          <w:sz w:val="18"/>
          <w:szCs w:val="18"/>
        </w:rPr>
        <w:t>*</w:t>
      </w:r>
    </w:p>
    <w:tbl>
      <w:tblPr>
        <w:tblW w:w="4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</w:tblGrid>
      <w:tr w:rsidR="00831C26" w:rsidRPr="00BB2173" w14:paraId="2946DB82" w14:textId="77777777" w:rsidTr="00831C26">
        <w:tc>
          <w:tcPr>
            <w:tcW w:w="329" w:type="dxa"/>
          </w:tcPr>
          <w:p w14:paraId="5997CC1D" w14:textId="77777777" w:rsidR="00831C26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10FFD37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699379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nil"/>
              <w:bottom w:val="nil"/>
            </w:tcBorders>
          </w:tcPr>
          <w:p w14:paraId="3FE9F23F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F72F646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8CE6F91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1CDCEAD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B9E253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3DE523C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2E56223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7547A01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043CB0F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7459315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537F28F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DFB9E20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0DF9E56" w14:textId="77777777" w:rsidR="00831C26" w:rsidRPr="00BB2173" w:rsidRDefault="00831C26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4E871BC" w14:textId="77777777" w:rsidR="00831C26" w:rsidRPr="009651CC" w:rsidRDefault="00831C26" w:rsidP="00CD34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767D0B1" w14:textId="77777777" w:rsidR="0040045D" w:rsidRPr="009651CC" w:rsidRDefault="00A346CC" w:rsidP="00CD34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51CC">
        <w:rPr>
          <w:rFonts w:ascii="Times New Roman" w:hAnsi="Times New Roman"/>
          <w:b/>
          <w:sz w:val="24"/>
          <w:szCs w:val="24"/>
        </w:rPr>
        <w:t>WNIOSEK O ZWROT NADPŁATY</w:t>
      </w:r>
    </w:p>
    <w:p w14:paraId="2A84DF01" w14:textId="77777777" w:rsidR="00BB2173" w:rsidRPr="00724523" w:rsidRDefault="00F15423" w:rsidP="00CD34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346CC">
        <w:rPr>
          <w:rFonts w:ascii="Times New Roman" w:hAnsi="Times New Roman"/>
          <w:b/>
          <w:sz w:val="28"/>
          <w:szCs w:val="28"/>
        </w:rPr>
        <w:t>Z rachunku</w:t>
      </w:r>
      <w:r w:rsidR="00C450F7">
        <w:rPr>
          <w:rFonts w:ascii="Times New Roman" w:hAnsi="Times New Roman"/>
          <w:b/>
          <w:sz w:val="28"/>
          <w:szCs w:val="28"/>
        </w:rPr>
        <w:t xml:space="preserve"> </w:t>
      </w:r>
      <w:r w:rsidR="0077412F">
        <w:rPr>
          <w:rFonts w:ascii="Times New Roman" w:hAnsi="Times New Roman"/>
          <w:b/>
          <w:sz w:val="28"/>
          <w:szCs w:val="28"/>
        </w:rPr>
        <w:t>UŁ</w:t>
      </w:r>
      <w:r w:rsidRPr="00A346CC">
        <w:rPr>
          <w:rFonts w:ascii="Times New Roman" w:hAnsi="Times New Roman"/>
          <w:b/>
          <w:sz w:val="28"/>
          <w:szCs w:val="28"/>
        </w:rPr>
        <w:t xml:space="preserve"> </w:t>
      </w:r>
      <w:r w:rsidR="00BE6E04">
        <w:rPr>
          <w:rFonts w:ascii="Times New Roman" w:hAnsi="Times New Roman"/>
          <w:b/>
          <w:sz w:val="28"/>
          <w:szCs w:val="28"/>
        </w:rPr>
        <w:t>nr 86 1240 3028 1111 0000 2822 2488</w:t>
      </w:r>
      <w:r w:rsidR="009651CC">
        <w:rPr>
          <w:rFonts w:ascii="Times New Roman" w:hAnsi="Times New Roman"/>
          <w:b/>
          <w:sz w:val="28"/>
          <w:szCs w:val="28"/>
        </w:rPr>
        <w:t>/d</w:t>
      </w:r>
      <w:r w:rsidR="00F51DD9">
        <w:rPr>
          <w:rFonts w:ascii="Times New Roman" w:hAnsi="Times New Roman"/>
          <w:b/>
          <w:sz w:val="28"/>
          <w:szCs w:val="28"/>
        </w:rPr>
        <w:t>otyczy DS</w:t>
      </w:r>
      <w:r w:rsidR="0077412F">
        <w:rPr>
          <w:rFonts w:ascii="Times New Roman" w:hAnsi="Times New Roman"/>
          <w:b/>
          <w:sz w:val="28"/>
          <w:szCs w:val="28"/>
        </w:rPr>
        <w:t xml:space="preserve"> nr …</w:t>
      </w:r>
    </w:p>
    <w:p w14:paraId="42ABF70B" w14:textId="77777777" w:rsidR="00F7208D" w:rsidRPr="006A27EB" w:rsidRDefault="00724523" w:rsidP="00CD34C2">
      <w:pPr>
        <w:spacing w:after="0"/>
        <w:jc w:val="center"/>
        <w:rPr>
          <w:rFonts w:ascii="Times New Roman" w:hAnsi="Times New Roman"/>
          <w:i/>
          <w:sz w:val="18"/>
          <w:szCs w:val="18"/>
          <w:lang w:val="en-GB"/>
        </w:rPr>
      </w:pPr>
      <w:r>
        <w:rPr>
          <w:rFonts w:ascii="Times New Roman" w:hAnsi="Times New Roman"/>
          <w:i/>
          <w:sz w:val="18"/>
          <w:szCs w:val="18"/>
          <w:lang w:val="en-GB"/>
        </w:rPr>
        <w:t xml:space="preserve">Excess </w:t>
      </w:r>
      <w:r w:rsidR="00F7208D" w:rsidRPr="006A27EB">
        <w:rPr>
          <w:rFonts w:ascii="Times New Roman" w:hAnsi="Times New Roman"/>
          <w:i/>
          <w:sz w:val="18"/>
          <w:szCs w:val="18"/>
          <w:lang w:val="en-GB"/>
        </w:rPr>
        <w:t xml:space="preserve"> re</w:t>
      </w:r>
      <w:r w:rsidR="00453AA6" w:rsidRPr="006A27EB">
        <w:rPr>
          <w:rFonts w:ascii="Times New Roman" w:hAnsi="Times New Roman"/>
          <w:i/>
          <w:sz w:val="18"/>
          <w:szCs w:val="18"/>
          <w:lang w:val="en-GB"/>
        </w:rPr>
        <w:t>payment</w:t>
      </w:r>
      <w:r w:rsidR="00F7208D" w:rsidRPr="006A27EB">
        <w:rPr>
          <w:rFonts w:ascii="Times New Roman" w:hAnsi="Times New Roman"/>
          <w:i/>
          <w:sz w:val="18"/>
          <w:szCs w:val="18"/>
          <w:lang w:val="en-GB"/>
        </w:rPr>
        <w:t xml:space="preserve"> request</w:t>
      </w:r>
      <w:r w:rsidR="0077412F">
        <w:rPr>
          <w:rFonts w:ascii="Times New Roman" w:hAnsi="Times New Roman"/>
          <w:i/>
          <w:sz w:val="18"/>
          <w:szCs w:val="18"/>
          <w:lang w:val="en-GB"/>
        </w:rPr>
        <w:t xml:space="preserve">/dormitory </w:t>
      </w:r>
      <w:r w:rsidR="007241E4">
        <w:rPr>
          <w:rFonts w:ascii="Times New Roman" w:hAnsi="Times New Roman"/>
          <w:i/>
          <w:sz w:val="18"/>
          <w:szCs w:val="18"/>
          <w:lang w:val="en-GB"/>
        </w:rPr>
        <w:t>no.</w:t>
      </w:r>
      <w:r w:rsidR="0077412F">
        <w:rPr>
          <w:rFonts w:ascii="Times New Roman" w:hAnsi="Times New Roman"/>
          <w:i/>
          <w:sz w:val="18"/>
          <w:szCs w:val="18"/>
          <w:lang w:val="en-GB"/>
        </w:rPr>
        <w:t>…</w:t>
      </w:r>
    </w:p>
    <w:p w14:paraId="2967B5A4" w14:textId="77777777" w:rsidR="00724523" w:rsidRDefault="0077412F" w:rsidP="00CD34C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2F6E63" w:rsidRPr="00BB2173">
        <w:rPr>
          <w:rFonts w:ascii="Times New Roman" w:hAnsi="Times New Roman"/>
          <w:sz w:val="18"/>
          <w:szCs w:val="18"/>
        </w:rPr>
        <w:t>wr</w:t>
      </w:r>
      <w:r w:rsidR="00A346CC">
        <w:rPr>
          <w:rFonts w:ascii="Times New Roman" w:hAnsi="Times New Roman"/>
          <w:sz w:val="18"/>
          <w:szCs w:val="18"/>
        </w:rPr>
        <w:t>acam się z prośbą o zwrot nadpłaty</w:t>
      </w:r>
      <w:r w:rsidR="002F6E63" w:rsidRPr="00BB2173">
        <w:rPr>
          <w:rFonts w:ascii="Times New Roman" w:hAnsi="Times New Roman"/>
          <w:sz w:val="18"/>
          <w:szCs w:val="18"/>
        </w:rPr>
        <w:t xml:space="preserve"> w wysokości …………………… złotych </w:t>
      </w:r>
      <w:r w:rsidR="00724523">
        <w:rPr>
          <w:rFonts w:ascii="Times New Roman" w:hAnsi="Times New Roman"/>
          <w:sz w:val="18"/>
          <w:szCs w:val="18"/>
        </w:rPr>
        <w:t>na wskazane poniżej konto bankowe:</w:t>
      </w:r>
    </w:p>
    <w:p w14:paraId="144A5D23" w14:textId="77777777" w:rsidR="002A1AE3" w:rsidRPr="00BB2173" w:rsidRDefault="00F24F09" w:rsidP="00CD34C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p w14:paraId="63D67863" w14:textId="77777777" w:rsidR="00F7208D" w:rsidRPr="00BB2173" w:rsidRDefault="002A1AE3" w:rsidP="00CD34C2">
      <w:pPr>
        <w:spacing w:after="0"/>
        <w:jc w:val="both"/>
        <w:rPr>
          <w:rFonts w:ascii="Times New Roman" w:hAnsi="Times New Roman"/>
          <w:i/>
          <w:sz w:val="18"/>
          <w:szCs w:val="18"/>
          <w:lang w:val="en-US"/>
        </w:rPr>
      </w:pPr>
      <w:r w:rsidRPr="00BB2173">
        <w:rPr>
          <w:rFonts w:ascii="Times New Roman" w:hAnsi="Times New Roman"/>
          <w:i/>
          <w:sz w:val="18"/>
          <w:szCs w:val="18"/>
          <w:lang w:val="en-US"/>
        </w:rPr>
        <w:t>I request for</w:t>
      </w:r>
      <w:r w:rsidR="00A346CC">
        <w:rPr>
          <w:rFonts w:ascii="Times New Roman" w:hAnsi="Times New Roman"/>
          <w:i/>
          <w:sz w:val="18"/>
          <w:szCs w:val="18"/>
          <w:lang w:val="en-US"/>
        </w:rPr>
        <w:t xml:space="preserve"> return of the excess payment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in the amount of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 xml:space="preserve">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…………….</w:t>
      </w:r>
      <w:r w:rsidR="0011640D" w:rsidRPr="00BB2173">
        <w:rPr>
          <w:rFonts w:ascii="Times New Roman" w:hAnsi="Times New Roman"/>
          <w:i/>
          <w:sz w:val="18"/>
          <w:szCs w:val="18"/>
          <w:lang w:val="en-US"/>
        </w:rPr>
        <w:t xml:space="preserve"> </w:t>
      </w:r>
      <w:r w:rsidR="002F6E63" w:rsidRPr="00BB2173">
        <w:rPr>
          <w:rFonts w:ascii="Times New Roman" w:hAnsi="Times New Roman"/>
          <w:i/>
          <w:sz w:val="18"/>
          <w:szCs w:val="18"/>
          <w:lang w:val="en-US"/>
        </w:rPr>
        <w:t>PLN</w:t>
      </w:r>
      <w:r w:rsidR="00A346CC">
        <w:rPr>
          <w:rFonts w:ascii="Times New Roman" w:hAnsi="Times New Roman"/>
          <w:i/>
          <w:sz w:val="18"/>
          <w:szCs w:val="18"/>
          <w:lang w:val="en-US"/>
        </w:rPr>
        <w:t xml:space="preserve"> in the </w:t>
      </w:r>
      <w:r w:rsidR="00724523">
        <w:rPr>
          <w:rFonts w:ascii="Times New Roman" w:hAnsi="Times New Roman"/>
          <w:i/>
          <w:sz w:val="18"/>
          <w:szCs w:val="18"/>
          <w:lang w:val="en-US"/>
        </w:rPr>
        <w:t>bank account given below:</w:t>
      </w:r>
    </w:p>
    <w:p w14:paraId="738610EB" w14:textId="77777777" w:rsidR="002A1AE3" w:rsidRPr="00BB2173" w:rsidRDefault="002A1AE3" w:rsidP="00CD34C2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33B56937" w14:textId="77777777" w:rsidR="001958B7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BB2173">
        <w:rPr>
          <w:rFonts w:ascii="Times New Roman" w:hAnsi="Times New Roman"/>
          <w:sz w:val="18"/>
          <w:szCs w:val="18"/>
          <w:lang w:val="en-US"/>
        </w:rPr>
        <w:t>–</w:t>
      </w:r>
      <w:r w:rsidR="00F24F09">
        <w:rPr>
          <w:rFonts w:ascii="Times New Roman" w:hAnsi="Times New Roman"/>
          <w:sz w:val="18"/>
          <w:szCs w:val="18"/>
          <w:lang w:val="en-US"/>
        </w:rPr>
        <w:t xml:space="preserve"> n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>r IBAN i nr konta</w:t>
      </w:r>
      <w:r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>/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 xml:space="preserve"> IBAN number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>and</w:t>
      </w:r>
      <w:r w:rsidR="001958B7" w:rsidRPr="00BB2173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  <w:lang w:val="en-US"/>
        </w:rPr>
        <w:t>account number</w:t>
      </w:r>
    </w:p>
    <w:tbl>
      <w:tblPr>
        <w:tblW w:w="9380" w:type="dxa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236"/>
      </w:tblGrid>
      <w:tr w:rsidR="000D45EC" w:rsidRPr="00BB2173" w14:paraId="637805D2" w14:textId="77777777" w:rsidTr="000D45EC">
        <w:trPr>
          <w:trHeight w:val="490"/>
        </w:trPr>
        <w:tc>
          <w:tcPr>
            <w:tcW w:w="326" w:type="dxa"/>
          </w:tcPr>
          <w:p w14:paraId="463F29E8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3B7B4B8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3A0FF5F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5630AD6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182907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2BA226A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17AD93B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0DE4B5B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6204FF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2DBF0D7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6B62F1B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6" w:type="dxa"/>
          </w:tcPr>
          <w:p w14:paraId="02F2C34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80A4E5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1921983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296FEF7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194DBD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69D0D3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54CD245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1231BE6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6FEB5B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0D7AA6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7196D06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34FF1C98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D072C0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48A2191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6BD18F9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</w:tcPr>
          <w:p w14:paraId="238601F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327" w:type="dxa"/>
            <w:tcBorders>
              <w:right w:val="single" w:sz="4" w:space="0" w:color="auto"/>
            </w:tcBorders>
          </w:tcPr>
          <w:p w14:paraId="0F3CABC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8B5D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16DEB4AB" w14:textId="77777777" w:rsidR="001958B7" w:rsidRPr="00BB2173" w:rsidRDefault="001958B7" w:rsidP="00CD34C2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6273D271" w14:textId="77777777" w:rsidR="00A4128E" w:rsidRPr="008D5880" w:rsidRDefault="0011640D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  <w:r w:rsidRPr="008D5880">
        <w:rPr>
          <w:rFonts w:ascii="Times New Roman" w:hAnsi="Times New Roman"/>
          <w:sz w:val="18"/>
          <w:szCs w:val="18"/>
          <w:lang w:val="en-GB"/>
        </w:rPr>
        <w:t>–</w:t>
      </w:r>
      <w:r w:rsidR="00A4128E" w:rsidRPr="008D5880">
        <w:rPr>
          <w:rFonts w:ascii="Times New Roman" w:hAnsi="Times New Roman"/>
          <w:sz w:val="18"/>
          <w:szCs w:val="18"/>
          <w:lang w:val="en-GB"/>
        </w:rPr>
        <w:t xml:space="preserve"> imię i nazwisko właściciela konta /</w:t>
      </w:r>
      <w:r w:rsidRPr="008D5880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A4128E" w:rsidRPr="008D5880">
        <w:rPr>
          <w:rFonts w:ascii="Times New Roman" w:hAnsi="Times New Roman"/>
          <w:i/>
          <w:sz w:val="18"/>
          <w:szCs w:val="18"/>
          <w:lang w:val="en-GB"/>
        </w:rPr>
        <w:t xml:space="preserve">name and surname of the </w:t>
      </w:r>
      <w:r w:rsidR="000C3520" w:rsidRPr="008D5880">
        <w:rPr>
          <w:rFonts w:ascii="Times New Roman" w:hAnsi="Times New Roman"/>
          <w:i/>
          <w:sz w:val="18"/>
          <w:szCs w:val="18"/>
          <w:lang w:val="en-GB"/>
        </w:rPr>
        <w:t>accoun</w:t>
      </w:r>
      <w:r w:rsidR="00D248D7" w:rsidRPr="008D5880">
        <w:rPr>
          <w:rFonts w:ascii="Times New Roman" w:hAnsi="Times New Roman"/>
          <w:i/>
          <w:sz w:val="18"/>
          <w:szCs w:val="18"/>
          <w:lang w:val="en-GB"/>
        </w:rPr>
        <w:t>t</w:t>
      </w:r>
      <w:r w:rsidR="000C3520" w:rsidRPr="008D5880">
        <w:rPr>
          <w:rFonts w:ascii="Times New Roman" w:hAnsi="Times New Roman"/>
          <w:i/>
          <w:sz w:val="18"/>
          <w:szCs w:val="18"/>
          <w:lang w:val="en-GB"/>
        </w:rPr>
        <w:t xml:space="preserve"> owner </w:t>
      </w:r>
    </w:p>
    <w:tbl>
      <w:tblPr>
        <w:tblW w:w="8568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A4128E" w:rsidRPr="008D5880" w14:paraId="0AD9C6F4" w14:textId="77777777" w:rsidTr="000D45EC">
        <w:tc>
          <w:tcPr>
            <w:tcW w:w="329" w:type="dxa"/>
          </w:tcPr>
          <w:p w14:paraId="4B1F511A" w14:textId="77777777" w:rsidR="00A4128E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14:paraId="65F9C3DC" w14:textId="77777777" w:rsidR="00CD34C2" w:rsidRPr="008D5880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023141B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F3B1409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62C75D1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64355AD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A965116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DF4E37C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4FB30F8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DA6542E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041E394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22B00AE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2C6D796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E1831B3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4E11D2A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1126E5D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DE403A5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2431CDC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9E398E2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6287F21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BE93A62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84BA73E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4B3F2EB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D34F5C7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B4020A7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D7B270A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F904CB7" w14:textId="77777777" w:rsidR="00A4128E" w:rsidRPr="008D5880" w:rsidRDefault="00A4128E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06971CD3" w14:textId="77777777" w:rsidR="005B1B31" w:rsidRPr="008D5880" w:rsidRDefault="005B1B31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0CBF943D" w14:textId="77777777" w:rsidR="005B1B31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i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5B1B31" w:rsidRPr="00BB2173">
        <w:rPr>
          <w:rFonts w:ascii="Times New Roman" w:hAnsi="Times New Roman"/>
          <w:sz w:val="18"/>
          <w:szCs w:val="18"/>
        </w:rPr>
        <w:t xml:space="preserve"> adres zameldowania właściciela konta (ulica, kod, miasto, państwo)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5B1B31" w:rsidRPr="00BB2173">
        <w:rPr>
          <w:rFonts w:ascii="Times New Roman" w:hAnsi="Times New Roman"/>
          <w:sz w:val="18"/>
          <w:szCs w:val="18"/>
        </w:rPr>
        <w:t xml:space="preserve">/ </w:t>
      </w:r>
      <w:r w:rsidR="005B1B31" w:rsidRPr="00BB2173">
        <w:rPr>
          <w:rFonts w:ascii="Times New Roman" w:hAnsi="Times New Roman"/>
          <w:i/>
          <w:sz w:val="18"/>
          <w:szCs w:val="18"/>
        </w:rPr>
        <w:t xml:space="preserve">permanent address of the 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accoun</w:t>
      </w:r>
      <w:r w:rsidR="00D248D7" w:rsidRPr="00BB2173">
        <w:rPr>
          <w:rFonts w:ascii="Times New Roman" w:hAnsi="Times New Roman"/>
          <w:i/>
          <w:sz w:val="18"/>
          <w:szCs w:val="18"/>
          <w:lang w:val="en-GB"/>
        </w:rPr>
        <w:t>t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 xml:space="preserve"> owner </w:t>
      </w:r>
      <w:r w:rsidR="005B1B31" w:rsidRPr="00BB2173">
        <w:rPr>
          <w:rFonts w:ascii="Times New Roman" w:hAnsi="Times New Roman"/>
          <w:sz w:val="18"/>
          <w:szCs w:val="18"/>
          <w:lang w:val="en-GB"/>
        </w:rPr>
        <w:t>(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street, postcode, city, co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u</w:t>
      </w:r>
      <w:r w:rsidR="005B1B31" w:rsidRPr="00BB2173">
        <w:rPr>
          <w:rFonts w:ascii="Times New Roman" w:hAnsi="Times New Roman"/>
          <w:i/>
          <w:sz w:val="18"/>
          <w:szCs w:val="18"/>
          <w:lang w:val="en-GB"/>
        </w:rPr>
        <w:t>ntry</w:t>
      </w:r>
      <w:r w:rsidR="005B1B31" w:rsidRPr="00BB2173">
        <w:rPr>
          <w:rFonts w:ascii="Times New Roman" w:hAnsi="Times New Roman"/>
          <w:sz w:val="18"/>
          <w:szCs w:val="18"/>
          <w:lang w:val="en-GB"/>
        </w:rPr>
        <w:t>)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8"/>
        <w:gridCol w:w="328"/>
        <w:gridCol w:w="32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5B1B31" w:rsidRPr="00BB2173" w14:paraId="2A1F701D" w14:textId="77777777" w:rsidTr="005B1B31">
        <w:tc>
          <w:tcPr>
            <w:tcW w:w="329" w:type="dxa"/>
          </w:tcPr>
          <w:p w14:paraId="03EFCA41" w14:textId="77777777" w:rsidR="005B1B31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F96A722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B95CD12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220BBB2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3CB595B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D9C8D3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75E05EE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FC17F8B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A4F7224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AE48A43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0F40DEB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7A52294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07DCDA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50EA2D7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DD355C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81F0B1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17AAFBA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6EE48EE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908EB2C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21FD38A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FE2DD96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7357532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07F023C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BDB549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916C19D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4869460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87F57B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B1B31" w:rsidRPr="00BB2173" w14:paraId="54738AF4" w14:textId="77777777" w:rsidTr="005B1B31">
        <w:tc>
          <w:tcPr>
            <w:tcW w:w="329" w:type="dxa"/>
          </w:tcPr>
          <w:p w14:paraId="46ABBD8F" w14:textId="77777777" w:rsidR="005B1B31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6BBA33E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64FCBC1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8C6B0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382A365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71F136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2199465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DA123B1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C4CEA3D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0895670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8C1F85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C8FE7CE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41004F19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7C0C651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08D56CC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97E50C6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04FA47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68C698B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939487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AA258D8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FFBD3EC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0DCCCAD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6AF6883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4C529ED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C0157D6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691E7B2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26770CE" w14:textId="77777777" w:rsidR="005B1B31" w:rsidRPr="00BB2173" w:rsidRDefault="005B1B31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CBEED82" w14:textId="77777777" w:rsidR="000D45EC" w:rsidRPr="00BB2173" w:rsidRDefault="000D45EC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5EF8D434" w14:textId="77777777" w:rsidR="001958B7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–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 xml:space="preserve"> kod BIC/SWIFT</w:t>
      </w:r>
      <w:r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 xml:space="preserve">/ </w:t>
      </w:r>
      <w:r w:rsidR="00712D8D" w:rsidRPr="00BB2173">
        <w:rPr>
          <w:rFonts w:ascii="Times New Roman" w:hAnsi="Times New Roman"/>
          <w:i/>
          <w:sz w:val="18"/>
          <w:szCs w:val="18"/>
          <w:lang w:val="en-GB"/>
        </w:rPr>
        <w:t>BIC or SWIFT code</w:t>
      </w:r>
    </w:p>
    <w:tbl>
      <w:tblPr>
        <w:tblW w:w="8568" w:type="dxa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1958B7" w:rsidRPr="00BB2173" w14:paraId="6E36661F" w14:textId="77777777" w:rsidTr="000D45EC">
        <w:tc>
          <w:tcPr>
            <w:tcW w:w="329" w:type="dxa"/>
          </w:tcPr>
          <w:p w14:paraId="38645DC7" w14:textId="77777777" w:rsidR="001958B7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14:paraId="135E58C4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2EBF9A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0C6C2CD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09E88E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08C98E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79F8E7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818863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4F69B9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5F07D11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1508A3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3D6B1D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17DBC15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F8BD81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613E9C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037B8A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87C6DE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B2F9378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8E6DD4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D3BEE8F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B88899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9E2BB2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7C0D79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D142F6F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475AD1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20C4E9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2AFC42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271CA723" w14:textId="77777777" w:rsidR="002A1AE3" w:rsidRPr="00BB2173" w:rsidRDefault="002A1AE3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7E978156" w14:textId="77777777" w:rsidR="002A1AE3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–</w:t>
      </w:r>
      <w:r w:rsidR="00416E06" w:rsidRPr="00BB2173">
        <w:rPr>
          <w:rFonts w:ascii="Times New Roman" w:hAnsi="Times New Roman"/>
          <w:sz w:val="18"/>
          <w:szCs w:val="18"/>
          <w:lang w:val="en-GB"/>
        </w:rPr>
        <w:t xml:space="preserve"> pełna nazwa </w:t>
      </w:r>
      <w:r w:rsidR="00D248D7" w:rsidRPr="00BB2173">
        <w:rPr>
          <w:rFonts w:ascii="Times New Roman" w:hAnsi="Times New Roman"/>
          <w:sz w:val="18"/>
          <w:szCs w:val="18"/>
          <w:lang w:val="en-GB"/>
        </w:rPr>
        <w:t>b</w:t>
      </w:r>
      <w:r w:rsidR="00416E06" w:rsidRPr="00BB2173">
        <w:rPr>
          <w:rFonts w:ascii="Times New Roman" w:hAnsi="Times New Roman"/>
          <w:sz w:val="18"/>
          <w:szCs w:val="18"/>
          <w:lang w:val="en-GB"/>
        </w:rPr>
        <w:t>anku</w:t>
      </w:r>
      <w:r w:rsidRPr="00BB2173">
        <w:rPr>
          <w:rFonts w:ascii="Times New Roman" w:hAnsi="Times New Roman"/>
          <w:sz w:val="18"/>
          <w:szCs w:val="18"/>
          <w:lang w:val="en-GB"/>
        </w:rPr>
        <w:t xml:space="preserve"> </w:t>
      </w:r>
      <w:r w:rsidR="002A1AE3" w:rsidRPr="00BB2173">
        <w:rPr>
          <w:rFonts w:ascii="Times New Roman" w:hAnsi="Times New Roman"/>
          <w:sz w:val="18"/>
          <w:szCs w:val="18"/>
          <w:lang w:val="en-GB"/>
        </w:rPr>
        <w:t xml:space="preserve">/ </w:t>
      </w:r>
      <w:r w:rsidR="00453AA6" w:rsidRPr="00BB2173">
        <w:rPr>
          <w:rFonts w:ascii="Times New Roman" w:hAnsi="Times New Roman"/>
          <w:i/>
          <w:sz w:val="18"/>
          <w:szCs w:val="18"/>
          <w:lang w:val="en-GB"/>
        </w:rPr>
        <w:t xml:space="preserve">full name of </w:t>
      </w:r>
      <w:r w:rsidR="002A1AE3" w:rsidRPr="00BB2173">
        <w:rPr>
          <w:rFonts w:ascii="Times New Roman" w:hAnsi="Times New Roman"/>
          <w:i/>
          <w:sz w:val="18"/>
          <w:szCs w:val="18"/>
          <w:lang w:val="en-GB"/>
        </w:rPr>
        <w:t>bank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8"/>
        <w:gridCol w:w="328"/>
        <w:gridCol w:w="32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0334EF" w:rsidRPr="00BB2173" w14:paraId="75FBE423" w14:textId="77777777" w:rsidTr="005B1B31">
        <w:tc>
          <w:tcPr>
            <w:tcW w:w="329" w:type="dxa"/>
          </w:tcPr>
          <w:p w14:paraId="2D3F0BEC" w14:textId="77777777" w:rsidR="000334EF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14:paraId="75CF4315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CB648E9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0C178E9E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C0395D3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3254BC2F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651E9592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269E314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734134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2EF2083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7B40C95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4B4D7232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29" w:type="dxa"/>
          </w:tcPr>
          <w:p w14:paraId="2093CA67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503B197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38288749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0BD9A1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C136CF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A392C6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90583F9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68F21D90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13C326F3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4853B84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0125231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5A25747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09B8D95D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78BEFD2A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330" w:type="dxa"/>
          </w:tcPr>
          <w:p w14:paraId="27A76422" w14:textId="77777777" w:rsidR="000334EF" w:rsidRPr="00BB2173" w:rsidRDefault="000334EF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14:paraId="49206A88" w14:textId="77777777" w:rsidR="000D45EC" w:rsidRPr="00BB2173" w:rsidRDefault="000D45EC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</w:rPr>
      </w:pPr>
    </w:p>
    <w:p w14:paraId="4FBC7E15" w14:textId="77777777" w:rsidR="001958B7" w:rsidRPr="00BB2173" w:rsidRDefault="0011640D" w:rsidP="00CD34C2">
      <w:pPr>
        <w:pStyle w:val="Akapitzlist"/>
        <w:spacing w:after="0"/>
        <w:jc w:val="both"/>
        <w:rPr>
          <w:rFonts w:ascii="Times New Roman" w:hAnsi="Times New Roman"/>
          <w:i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–</w:t>
      </w:r>
      <w:r w:rsidR="001958B7" w:rsidRPr="00BB2173">
        <w:rPr>
          <w:rFonts w:ascii="Times New Roman" w:hAnsi="Times New Roman"/>
          <w:sz w:val="18"/>
          <w:szCs w:val="18"/>
        </w:rPr>
        <w:t xml:space="preserve"> adres banku (ulica, kod, miasto, państwo)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1958B7" w:rsidRPr="00BB2173">
        <w:rPr>
          <w:rFonts w:ascii="Times New Roman" w:hAnsi="Times New Roman"/>
          <w:sz w:val="18"/>
          <w:szCs w:val="18"/>
        </w:rPr>
        <w:t>/</w:t>
      </w:r>
      <w:r w:rsidRPr="00BB2173">
        <w:rPr>
          <w:rFonts w:ascii="Times New Roman" w:hAnsi="Times New Roman"/>
          <w:sz w:val="18"/>
          <w:szCs w:val="18"/>
        </w:rPr>
        <w:t xml:space="preserve"> </w:t>
      </w:r>
      <w:r w:rsidR="001958B7" w:rsidRPr="00BB2173">
        <w:rPr>
          <w:rFonts w:ascii="Times New Roman" w:hAnsi="Times New Roman"/>
          <w:i/>
          <w:sz w:val="18"/>
          <w:szCs w:val="18"/>
        </w:rPr>
        <w:t xml:space="preserve">bank 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 xml:space="preserve">address </w:t>
      </w:r>
      <w:r w:rsidR="001958B7" w:rsidRPr="00BB2173">
        <w:rPr>
          <w:rFonts w:ascii="Times New Roman" w:hAnsi="Times New Roman"/>
          <w:sz w:val="18"/>
          <w:szCs w:val="18"/>
          <w:lang w:val="en-GB"/>
        </w:rPr>
        <w:t>(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>street, postcode, city, co</w:t>
      </w:r>
      <w:r w:rsidR="00B51B03" w:rsidRPr="00BB2173">
        <w:rPr>
          <w:rFonts w:ascii="Times New Roman" w:hAnsi="Times New Roman"/>
          <w:i/>
          <w:sz w:val="18"/>
          <w:szCs w:val="18"/>
          <w:lang w:val="en-GB"/>
        </w:rPr>
        <w:t>u</w:t>
      </w:r>
      <w:r w:rsidR="001958B7" w:rsidRPr="00BB2173">
        <w:rPr>
          <w:rFonts w:ascii="Times New Roman" w:hAnsi="Times New Roman"/>
          <w:i/>
          <w:sz w:val="18"/>
          <w:szCs w:val="18"/>
          <w:lang w:val="en-GB"/>
        </w:rPr>
        <w:t>ntry</w:t>
      </w:r>
      <w:r w:rsidR="001958B7" w:rsidRPr="00BB2173">
        <w:rPr>
          <w:rFonts w:ascii="Times New Roman" w:hAnsi="Times New Roman"/>
          <w:sz w:val="18"/>
          <w:szCs w:val="18"/>
        </w:rPr>
        <w:t>)</w:t>
      </w: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8"/>
        <w:gridCol w:w="328"/>
        <w:gridCol w:w="32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1958B7" w:rsidRPr="00BB2173" w14:paraId="67B7A70C" w14:textId="77777777" w:rsidTr="005B1B31">
        <w:tc>
          <w:tcPr>
            <w:tcW w:w="329" w:type="dxa"/>
          </w:tcPr>
          <w:p w14:paraId="71887C79" w14:textId="77777777" w:rsidR="001958B7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B7FD67C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8D6B9B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2F860B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98536F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BC1BAF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1C988F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B22BB7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7B246D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BF89DA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C3E0E7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6A1FAB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6BB753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13DA1E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5CAC6F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66060428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D0656FE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37605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94798F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889A50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9079D35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7686DC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3BD644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A3FAC4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BBD94B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854DE7F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CA7ADD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58B7" w:rsidRPr="00BB2173" w14:paraId="314EE24A" w14:textId="77777777" w:rsidTr="005B1B31">
        <w:tc>
          <w:tcPr>
            <w:tcW w:w="329" w:type="dxa"/>
          </w:tcPr>
          <w:p w14:paraId="76614669" w14:textId="77777777" w:rsidR="001958B7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7590049" w14:textId="77777777" w:rsidR="00CD34C2" w:rsidRPr="00BB2173" w:rsidRDefault="00CD34C2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C5B615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792F1AA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1A499DF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E7E3C4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03F828E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2AC57CB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5186B13D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C57C43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D404BC9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61319B8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dxa"/>
          </w:tcPr>
          <w:p w14:paraId="31A560F4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0DF735C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A413BF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3D28B4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7EFA3E3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1C6AC2A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2DC4458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FFCBC07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1728B4D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34959D4B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BD58BA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357A966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44690661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74539910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0" w:type="dxa"/>
          </w:tcPr>
          <w:p w14:paraId="5A7E0CF2" w14:textId="77777777" w:rsidR="001958B7" w:rsidRPr="00BB2173" w:rsidRDefault="001958B7" w:rsidP="00CD34C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0FA6563" w14:textId="77777777" w:rsidR="00A7496E" w:rsidRPr="00BB2173" w:rsidRDefault="00A7496E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</w:rPr>
      </w:pPr>
    </w:p>
    <w:p w14:paraId="1AC5CDBE" w14:textId="77777777" w:rsidR="00BB2173" w:rsidRPr="00BB2173" w:rsidRDefault="00BB2173" w:rsidP="00CD34C2">
      <w:pPr>
        <w:pStyle w:val="Akapitzlist"/>
        <w:spacing w:after="0"/>
        <w:ind w:left="426"/>
        <w:jc w:val="both"/>
        <w:rPr>
          <w:rFonts w:ascii="Times New Roman" w:hAnsi="Times New Roman"/>
          <w:sz w:val="18"/>
          <w:szCs w:val="18"/>
        </w:rPr>
      </w:pPr>
    </w:p>
    <w:p w14:paraId="053B3675" w14:textId="77777777" w:rsidR="00BD133D" w:rsidRPr="00BB2173" w:rsidRDefault="00BD133D" w:rsidP="00CD34C2">
      <w:pPr>
        <w:pStyle w:val="Akapitzlist"/>
        <w:spacing w:after="0"/>
        <w:ind w:left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 xml:space="preserve">W przypadku podania nieprawidłowego numeru konta bankowego od kwoty </w:t>
      </w:r>
      <w:r w:rsidR="00DD32C6">
        <w:rPr>
          <w:rFonts w:ascii="Times New Roman" w:hAnsi="Times New Roman"/>
          <w:sz w:val="18"/>
          <w:szCs w:val="18"/>
        </w:rPr>
        <w:t>nadpłaty</w:t>
      </w:r>
      <w:r w:rsidRPr="00BB2173">
        <w:rPr>
          <w:rFonts w:ascii="Times New Roman" w:hAnsi="Times New Roman"/>
          <w:sz w:val="18"/>
          <w:szCs w:val="18"/>
        </w:rPr>
        <w:t xml:space="preserve"> zostaną potrącone koszty reklamacji</w:t>
      </w:r>
      <w:r w:rsidR="00D248D7" w:rsidRPr="00BB2173">
        <w:rPr>
          <w:rFonts w:ascii="Times New Roman" w:hAnsi="Times New Roman"/>
          <w:sz w:val="18"/>
          <w:szCs w:val="18"/>
        </w:rPr>
        <w:t>.</w:t>
      </w:r>
    </w:p>
    <w:p w14:paraId="6D2B3D9D" w14:textId="77777777" w:rsidR="002A1AE3" w:rsidRPr="00DD32C6" w:rsidRDefault="003660B9" w:rsidP="00CD34C2">
      <w:pPr>
        <w:pStyle w:val="HTML-wstpniesformatowany"/>
      </w:pPr>
      <w:r w:rsidRPr="00BB2173">
        <w:rPr>
          <w:rFonts w:ascii="Times New Roman" w:hAnsi="Times New Roman"/>
          <w:i/>
          <w:sz w:val="18"/>
          <w:szCs w:val="18"/>
          <w:lang w:val="en-GB"/>
        </w:rPr>
        <w:t>If</w:t>
      </w:r>
      <w:r w:rsidR="002A1AE3" w:rsidRPr="00BB2173">
        <w:rPr>
          <w:rFonts w:ascii="Times New Roman" w:hAnsi="Times New Roman"/>
          <w:i/>
          <w:sz w:val="18"/>
          <w:szCs w:val="18"/>
          <w:lang w:val="en-GB"/>
        </w:rPr>
        <w:t xml:space="preserve"> incorrect bank account details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are given, costs of claims will be deduced from the </w:t>
      </w:r>
      <w:r w:rsidR="00DD32C6" w:rsidRPr="00DD32C6">
        <w:rPr>
          <w:rFonts w:ascii="Times New Roman" w:hAnsi="Times New Roman" w:cs="Times New Roman"/>
          <w:i/>
          <w:iCs/>
          <w:sz w:val="18"/>
          <w:szCs w:val="18"/>
          <w:lang w:val="en"/>
        </w:rPr>
        <w:t>excess amount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>.</w:t>
      </w:r>
    </w:p>
    <w:p w14:paraId="342D4C27" w14:textId="77777777" w:rsidR="000651DB" w:rsidRDefault="000651DB" w:rsidP="00CD34C2">
      <w:pPr>
        <w:pStyle w:val="Akapitzlist"/>
        <w:spacing w:after="0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3572E399" w14:textId="77777777" w:rsidR="007961A2" w:rsidRDefault="007961A2" w:rsidP="00CD34C2">
      <w:pPr>
        <w:pStyle w:val="Akapitzlist"/>
        <w:spacing w:after="0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73B3AEF1" w14:textId="77777777" w:rsidR="007961A2" w:rsidRDefault="007961A2" w:rsidP="00CD34C2">
      <w:pPr>
        <w:pStyle w:val="Akapitzlist"/>
        <w:spacing w:after="0"/>
        <w:ind w:left="0"/>
        <w:jc w:val="both"/>
        <w:rPr>
          <w:rFonts w:ascii="Times New Roman" w:hAnsi="Times New Roman"/>
          <w:sz w:val="18"/>
          <w:szCs w:val="18"/>
          <w:lang w:val="en-GB"/>
        </w:rPr>
      </w:pPr>
      <w:r>
        <w:rPr>
          <w:rFonts w:ascii="Times New Roman" w:hAnsi="Times New Roman"/>
          <w:sz w:val="18"/>
          <w:szCs w:val="18"/>
          <w:lang w:val="en-GB"/>
        </w:rPr>
        <w:t>…………………………………………</w:t>
      </w:r>
      <w:r>
        <w:rPr>
          <w:rFonts w:ascii="Times New Roman" w:hAnsi="Times New Roman"/>
          <w:sz w:val="18"/>
          <w:szCs w:val="18"/>
          <w:lang w:val="en-GB"/>
        </w:rPr>
        <w:tab/>
      </w:r>
      <w:r>
        <w:rPr>
          <w:rFonts w:ascii="Times New Roman" w:hAnsi="Times New Roman"/>
          <w:sz w:val="18"/>
          <w:szCs w:val="18"/>
          <w:lang w:val="en-GB"/>
        </w:rPr>
        <w:tab/>
      </w:r>
      <w:r>
        <w:rPr>
          <w:rFonts w:ascii="Times New Roman" w:hAnsi="Times New Roman"/>
          <w:sz w:val="18"/>
          <w:szCs w:val="18"/>
          <w:lang w:val="en-GB"/>
        </w:rPr>
        <w:tab/>
        <w:t>………………………………………………………….</w:t>
      </w:r>
    </w:p>
    <w:p w14:paraId="2147C99B" w14:textId="77777777" w:rsidR="007961A2" w:rsidRPr="00F51DD9" w:rsidRDefault="007961A2" w:rsidP="007961A2">
      <w:pPr>
        <w:pStyle w:val="Akapitzlist"/>
        <w:spacing w:after="0"/>
        <w:ind w:left="0"/>
        <w:jc w:val="both"/>
        <w:rPr>
          <w:rFonts w:ascii="Times New Roman" w:hAnsi="Times New Roman"/>
          <w:i/>
          <w:sz w:val="18"/>
          <w:szCs w:val="18"/>
          <w:lang w:val="en-GB"/>
        </w:rPr>
      </w:pPr>
      <w:r w:rsidRPr="00F51DD9">
        <w:rPr>
          <w:rFonts w:ascii="Times New Roman" w:hAnsi="Times New Roman"/>
          <w:sz w:val="18"/>
          <w:szCs w:val="18"/>
          <w:lang w:val="en-GB"/>
        </w:rPr>
        <w:t>Numer albumu mieszkańca (resident’s ID album)</w:t>
      </w:r>
      <w:r w:rsidRPr="00F51DD9">
        <w:rPr>
          <w:rFonts w:ascii="Times New Roman" w:hAnsi="Times New Roman"/>
          <w:sz w:val="18"/>
          <w:szCs w:val="18"/>
          <w:lang w:val="en-GB"/>
        </w:rPr>
        <w:tab/>
      </w:r>
      <w:r w:rsidRPr="00F51DD9">
        <w:rPr>
          <w:rFonts w:ascii="Times New Roman" w:hAnsi="Times New Roman"/>
          <w:sz w:val="18"/>
          <w:szCs w:val="18"/>
          <w:lang w:val="en-GB"/>
        </w:rPr>
        <w:tab/>
      </w:r>
      <w:r w:rsidRPr="00F51DD9">
        <w:rPr>
          <w:rFonts w:ascii="Times New Roman" w:hAnsi="Times New Roman"/>
          <w:sz w:val="18"/>
          <w:szCs w:val="18"/>
          <w:lang w:val="en-US"/>
        </w:rPr>
        <w:t>data i czytelny podpis mieszkańca</w:t>
      </w:r>
    </w:p>
    <w:p w14:paraId="7FD7E46E" w14:textId="77777777" w:rsidR="007961A2" w:rsidRDefault="007961A2" w:rsidP="007961A2">
      <w:pPr>
        <w:pStyle w:val="Akapitzlist"/>
        <w:spacing w:after="0"/>
        <w:ind w:left="4260" w:firstLine="696"/>
        <w:rPr>
          <w:rFonts w:ascii="Times New Roman" w:hAnsi="Times New Roman"/>
          <w:sz w:val="18"/>
          <w:szCs w:val="18"/>
          <w:lang w:val="en-GB"/>
        </w:rPr>
      </w:pPr>
      <w:r w:rsidRPr="00BB2173">
        <w:rPr>
          <w:rFonts w:ascii="Times New Roman" w:hAnsi="Times New Roman"/>
          <w:sz w:val="18"/>
          <w:szCs w:val="18"/>
          <w:lang w:val="en-GB"/>
        </w:rPr>
        <w:t>(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date and </w:t>
      </w:r>
      <w:r>
        <w:rPr>
          <w:rFonts w:ascii="Times New Roman" w:hAnsi="Times New Roman"/>
          <w:i/>
          <w:sz w:val="18"/>
          <w:szCs w:val="18"/>
          <w:lang w:val="en-GB"/>
        </w:rPr>
        <w:t>legible</w:t>
      </w:r>
      <w:r w:rsidRPr="00BB2173">
        <w:rPr>
          <w:rFonts w:ascii="Times New Roman" w:hAnsi="Times New Roman"/>
          <w:i/>
          <w:sz w:val="18"/>
          <w:szCs w:val="18"/>
          <w:lang w:val="en-GB"/>
        </w:rPr>
        <w:t xml:space="preserve"> signature of resident</w:t>
      </w:r>
      <w:r w:rsidRPr="00BB2173">
        <w:rPr>
          <w:rFonts w:ascii="Times New Roman" w:hAnsi="Times New Roman"/>
          <w:sz w:val="18"/>
          <w:szCs w:val="18"/>
          <w:lang w:val="en-GB"/>
        </w:rPr>
        <w:t>)</w:t>
      </w:r>
    </w:p>
    <w:p w14:paraId="6CEB15CE" w14:textId="77777777" w:rsidR="007961A2" w:rsidRPr="007961A2" w:rsidRDefault="007961A2" w:rsidP="00CD34C2">
      <w:pPr>
        <w:pStyle w:val="Akapitzlist"/>
        <w:spacing w:after="0"/>
        <w:ind w:left="0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66518E39" w14:textId="77777777" w:rsidR="00CD34C2" w:rsidRPr="00BB2173" w:rsidRDefault="00CD34C2" w:rsidP="00CD34C2">
      <w:pPr>
        <w:pStyle w:val="Akapitzlist"/>
        <w:spacing w:after="0"/>
        <w:ind w:left="4956"/>
        <w:jc w:val="center"/>
        <w:rPr>
          <w:rFonts w:ascii="Times New Roman" w:hAnsi="Times New Roman"/>
          <w:i/>
          <w:sz w:val="18"/>
          <w:szCs w:val="18"/>
          <w:lang w:val="en-GB"/>
        </w:rPr>
      </w:pPr>
    </w:p>
    <w:p w14:paraId="20581425" w14:textId="77777777" w:rsidR="00B43F62" w:rsidRPr="00BB2173" w:rsidRDefault="00A8752C" w:rsidP="00CD34C2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Wniosek wpłyną</w:t>
      </w:r>
      <w:r w:rsidR="0040045D" w:rsidRPr="00BB2173">
        <w:rPr>
          <w:rFonts w:ascii="Times New Roman" w:hAnsi="Times New Roman"/>
          <w:sz w:val="18"/>
          <w:szCs w:val="18"/>
        </w:rPr>
        <w:t>ł dnia</w:t>
      </w:r>
      <w:r w:rsidR="000C3520" w:rsidRPr="00BB2173">
        <w:rPr>
          <w:rFonts w:ascii="Times New Roman" w:hAnsi="Times New Roman"/>
          <w:sz w:val="18"/>
          <w:szCs w:val="18"/>
        </w:rPr>
        <w:t xml:space="preserve"> </w:t>
      </w:r>
      <w:r w:rsidR="00395AEB" w:rsidRPr="00BB2173">
        <w:rPr>
          <w:rFonts w:ascii="Times New Roman" w:hAnsi="Times New Roman"/>
          <w:sz w:val="18"/>
          <w:szCs w:val="18"/>
        </w:rPr>
        <w:t xml:space="preserve">/ </w:t>
      </w:r>
      <w:r w:rsidR="00395AEB" w:rsidRPr="00BB2173">
        <w:rPr>
          <w:rFonts w:ascii="Times New Roman" w:hAnsi="Times New Roman"/>
          <w:i/>
          <w:sz w:val="18"/>
          <w:szCs w:val="18"/>
        </w:rPr>
        <w:t>request submitted on</w:t>
      </w:r>
      <w:r w:rsidR="0040045D" w:rsidRPr="00BB2173">
        <w:rPr>
          <w:rFonts w:ascii="Times New Roman" w:hAnsi="Times New Roman"/>
          <w:sz w:val="18"/>
          <w:szCs w:val="18"/>
        </w:rPr>
        <w:t>: ……………………………………………..</w:t>
      </w:r>
    </w:p>
    <w:p w14:paraId="7E75FCD0" w14:textId="77777777" w:rsidR="00CA0A5E" w:rsidRDefault="00CA0A5E" w:rsidP="00CD34C2">
      <w:pPr>
        <w:spacing w:after="0"/>
        <w:jc w:val="both"/>
        <w:rPr>
          <w:rFonts w:ascii="Times New Roman" w:hAnsi="Times New Roman"/>
          <w:b/>
          <w:sz w:val="18"/>
          <w:szCs w:val="18"/>
          <w:u w:val="single"/>
        </w:rPr>
      </w:pPr>
    </w:p>
    <w:p w14:paraId="7BCFE108" w14:textId="77777777" w:rsidR="00AA60A3" w:rsidRPr="00CD34C2" w:rsidRDefault="00AA60A3" w:rsidP="00CD34C2">
      <w:pPr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b/>
          <w:sz w:val="18"/>
          <w:szCs w:val="18"/>
          <w:u w:val="single"/>
        </w:rPr>
        <w:lastRenderedPageBreak/>
        <w:t>Uwagi</w:t>
      </w:r>
      <w:r w:rsidR="0040045D" w:rsidRPr="00BB2173">
        <w:rPr>
          <w:rFonts w:ascii="Times New Roman" w:hAnsi="Times New Roman"/>
          <w:b/>
          <w:sz w:val="18"/>
          <w:szCs w:val="18"/>
          <w:u w:val="single"/>
        </w:rPr>
        <w:t xml:space="preserve"> administracji Domu Studenta</w:t>
      </w:r>
      <w:r w:rsidR="0044724C" w:rsidRPr="00BB2173">
        <w:rPr>
          <w:rFonts w:ascii="Times New Roman" w:hAnsi="Times New Roman"/>
          <w:b/>
          <w:sz w:val="18"/>
          <w:szCs w:val="18"/>
          <w:u w:val="single"/>
        </w:rPr>
        <w:t xml:space="preserve"> </w:t>
      </w:r>
      <w:r w:rsidR="00395AEB" w:rsidRPr="00BB2173">
        <w:rPr>
          <w:rFonts w:ascii="Times New Roman" w:hAnsi="Times New Roman"/>
          <w:b/>
          <w:sz w:val="18"/>
          <w:szCs w:val="18"/>
          <w:u w:val="single"/>
        </w:rPr>
        <w:t xml:space="preserve">/ </w:t>
      </w:r>
      <w:r w:rsidR="00395AEB" w:rsidRPr="00BB2173">
        <w:rPr>
          <w:rFonts w:ascii="Times New Roman" w:hAnsi="Times New Roman"/>
          <w:b/>
          <w:i/>
          <w:sz w:val="18"/>
          <w:szCs w:val="18"/>
          <w:u w:val="single"/>
        </w:rPr>
        <w:t xml:space="preserve">Dormitory administration </w:t>
      </w:r>
      <w:r w:rsidR="00C74E76">
        <w:rPr>
          <w:rFonts w:ascii="Times New Roman" w:hAnsi="Times New Roman"/>
          <w:b/>
          <w:i/>
          <w:sz w:val="18"/>
          <w:szCs w:val="18"/>
          <w:u w:val="single"/>
        </w:rPr>
        <w:t>remarks</w:t>
      </w:r>
      <w:r>
        <w:rPr>
          <w:rFonts w:ascii="Times New Roman" w:hAnsi="Times New Roman"/>
          <w:b/>
          <w:sz w:val="18"/>
          <w:szCs w:val="18"/>
          <w:u w:val="single"/>
        </w:rPr>
        <w:t>:</w:t>
      </w:r>
      <w:r w:rsidR="00BB76C7" w:rsidRPr="008D5880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</w:t>
      </w:r>
      <w:r w:rsidR="00E24136" w:rsidRPr="008D5880">
        <w:rPr>
          <w:rFonts w:ascii="Times New Roman" w:hAnsi="Times New Roman"/>
          <w:sz w:val="18"/>
          <w:szCs w:val="18"/>
        </w:rPr>
        <w:t>..</w:t>
      </w:r>
      <w:r w:rsidR="00BB76C7" w:rsidRPr="008D5880">
        <w:rPr>
          <w:rFonts w:ascii="Times New Roman" w:hAnsi="Times New Roman"/>
          <w:sz w:val="18"/>
          <w:szCs w:val="18"/>
        </w:rPr>
        <w:t>…………………………………………</w:t>
      </w:r>
      <w:r w:rsidR="00BB76C7" w:rsidRPr="00BB2173">
        <w:rPr>
          <w:rFonts w:ascii="Times New Roman" w:hAnsi="Times New Roman"/>
          <w:sz w:val="18"/>
          <w:szCs w:val="18"/>
        </w:rPr>
        <w:t>……………………………………………………………………………</w:t>
      </w:r>
      <w:r w:rsidR="00E24136" w:rsidRPr="00BB2173">
        <w:rPr>
          <w:rFonts w:ascii="Times New Roman" w:hAnsi="Times New Roman"/>
          <w:sz w:val="18"/>
          <w:szCs w:val="18"/>
        </w:rPr>
        <w:t>.</w:t>
      </w:r>
      <w:r w:rsidR="00BB76C7" w:rsidRPr="00BB2173">
        <w:rPr>
          <w:rFonts w:ascii="Times New Roman" w:hAnsi="Times New Roman"/>
          <w:sz w:val="18"/>
          <w:szCs w:val="18"/>
        </w:rPr>
        <w:t>……………………………………………………………………………………</w:t>
      </w:r>
      <w:r w:rsidR="00E24136" w:rsidRPr="00BB2173">
        <w:rPr>
          <w:rFonts w:ascii="Times New Roman" w:hAnsi="Times New Roman"/>
          <w:sz w:val="18"/>
          <w:szCs w:val="18"/>
        </w:rPr>
        <w:t>…………………………</w:t>
      </w:r>
      <w:r w:rsidR="0044724C" w:rsidRPr="00BB2173">
        <w:rPr>
          <w:rFonts w:ascii="Times New Roman" w:hAnsi="Times New Roman"/>
          <w:sz w:val="18"/>
          <w:szCs w:val="18"/>
        </w:rPr>
        <w:t>..</w:t>
      </w:r>
      <w:r w:rsidR="00E24136" w:rsidRPr="00BB2173">
        <w:rPr>
          <w:rFonts w:ascii="Times New Roman" w:hAnsi="Times New Roman"/>
          <w:sz w:val="18"/>
          <w:szCs w:val="18"/>
        </w:rPr>
        <w:t>…</w:t>
      </w:r>
      <w:r w:rsidR="00C74E76">
        <w:rPr>
          <w:rFonts w:ascii="Times New Roman" w:hAnsi="Times New Roman"/>
          <w:sz w:val="18"/>
          <w:szCs w:val="18"/>
        </w:rPr>
        <w:t>…………………………………………..</w:t>
      </w:r>
    </w:p>
    <w:p w14:paraId="31CD28B2" w14:textId="77777777" w:rsidR="00BB76C7" w:rsidRPr="00BB2173" w:rsidRDefault="00BB76C7" w:rsidP="00CD34C2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Zatwie</w:t>
      </w:r>
      <w:r w:rsidR="00A346CC">
        <w:rPr>
          <w:rFonts w:ascii="Times New Roman" w:hAnsi="Times New Roman"/>
          <w:sz w:val="18"/>
          <w:szCs w:val="18"/>
        </w:rPr>
        <w:t>rdzam sposób rozliczenia nadpłaty</w:t>
      </w:r>
      <w:r w:rsidR="00395AEB" w:rsidRPr="00BB2173">
        <w:rPr>
          <w:rFonts w:ascii="Times New Roman" w:hAnsi="Times New Roman"/>
          <w:sz w:val="18"/>
          <w:szCs w:val="18"/>
        </w:rPr>
        <w:t xml:space="preserve">/ </w:t>
      </w:r>
      <w:r w:rsidR="00395AEB" w:rsidRPr="00BB2173">
        <w:rPr>
          <w:rFonts w:ascii="Times New Roman" w:hAnsi="Times New Roman"/>
          <w:i/>
          <w:sz w:val="18"/>
          <w:szCs w:val="18"/>
        </w:rPr>
        <w:t>I approve</w:t>
      </w:r>
      <w:r w:rsidR="00A346CC">
        <w:rPr>
          <w:rFonts w:ascii="Times New Roman" w:hAnsi="Times New Roman"/>
          <w:i/>
          <w:sz w:val="18"/>
          <w:szCs w:val="18"/>
        </w:rPr>
        <w:t xml:space="preserve"> the excess payment</w:t>
      </w:r>
      <w:r w:rsidR="00543A8C" w:rsidRPr="00BB2173">
        <w:rPr>
          <w:rFonts w:ascii="Times New Roman" w:hAnsi="Times New Roman"/>
          <w:sz w:val="18"/>
          <w:szCs w:val="18"/>
        </w:rPr>
        <w:t>:</w:t>
      </w:r>
    </w:p>
    <w:p w14:paraId="10FDAA0E" w14:textId="77777777" w:rsidR="007C0460" w:rsidRPr="008D5880" w:rsidRDefault="007C0460" w:rsidP="00CD34C2">
      <w:pPr>
        <w:pStyle w:val="Akapitzlist"/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p w14:paraId="08FD41F3" w14:textId="77777777" w:rsidR="007C0460" w:rsidRPr="00BB2173" w:rsidRDefault="00724523" w:rsidP="00CD34C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zwrot nadpłaty</w:t>
      </w:r>
      <w:r w:rsidR="007C0460" w:rsidRPr="00BB2173">
        <w:rPr>
          <w:rFonts w:ascii="Times New Roman" w:hAnsi="Times New Roman"/>
          <w:sz w:val="18"/>
          <w:szCs w:val="18"/>
        </w:rPr>
        <w:t xml:space="preserve"> w wysokości ………………………..</w:t>
      </w:r>
      <w:r w:rsidR="0044724C" w:rsidRPr="00BB2173">
        <w:rPr>
          <w:rFonts w:ascii="Times New Roman" w:hAnsi="Times New Roman"/>
          <w:sz w:val="18"/>
          <w:szCs w:val="18"/>
        </w:rPr>
        <w:t xml:space="preserve"> </w:t>
      </w:r>
      <w:r w:rsidR="007C0460" w:rsidRPr="00BB2173">
        <w:rPr>
          <w:rFonts w:ascii="Times New Roman" w:hAnsi="Times New Roman"/>
          <w:sz w:val="18"/>
          <w:szCs w:val="18"/>
        </w:rPr>
        <w:t>zł na wskazane p</w:t>
      </w:r>
      <w:r w:rsidR="00F24F09">
        <w:rPr>
          <w:rFonts w:ascii="Times New Roman" w:hAnsi="Times New Roman"/>
          <w:sz w:val="18"/>
          <w:szCs w:val="18"/>
        </w:rPr>
        <w:t>owyżej konto bankowe mieszkańca.</w:t>
      </w:r>
    </w:p>
    <w:p w14:paraId="695D5CC0" w14:textId="77777777" w:rsidR="00543A8C" w:rsidRDefault="00724523" w:rsidP="00CD34C2">
      <w:pPr>
        <w:pStyle w:val="Akapitzlist"/>
        <w:spacing w:after="0"/>
        <w:jc w:val="both"/>
        <w:rPr>
          <w:rFonts w:ascii="Times New Roman" w:hAnsi="Times New Roman"/>
          <w:i/>
          <w:sz w:val="18"/>
          <w:szCs w:val="18"/>
          <w:lang w:val="en-GB"/>
        </w:rPr>
      </w:pPr>
      <w:r>
        <w:rPr>
          <w:rFonts w:ascii="Times New Roman" w:hAnsi="Times New Roman"/>
          <w:i/>
          <w:sz w:val="18"/>
          <w:szCs w:val="18"/>
          <w:lang w:val="en-GB"/>
        </w:rPr>
        <w:t>return of the excess payment</w:t>
      </w:r>
      <w:r w:rsidR="007C0460" w:rsidRPr="00BB2173">
        <w:rPr>
          <w:rFonts w:ascii="Times New Roman" w:hAnsi="Times New Roman"/>
          <w:i/>
          <w:sz w:val="18"/>
          <w:szCs w:val="18"/>
          <w:lang w:val="en-GB"/>
        </w:rPr>
        <w:t xml:space="preserve"> in the amount of PLN …………… to the account given above</w:t>
      </w:r>
      <w:r w:rsidR="00F24F09">
        <w:rPr>
          <w:rFonts w:ascii="Times New Roman" w:hAnsi="Times New Roman"/>
          <w:i/>
          <w:sz w:val="18"/>
          <w:szCs w:val="18"/>
          <w:lang w:val="en-GB"/>
        </w:rPr>
        <w:t>.</w:t>
      </w:r>
    </w:p>
    <w:p w14:paraId="774AF2BF" w14:textId="77777777" w:rsidR="00593F53" w:rsidRPr="00BB2173" w:rsidRDefault="00593F53" w:rsidP="00CD34C2">
      <w:pPr>
        <w:pStyle w:val="Akapitzlist"/>
        <w:spacing w:after="0"/>
        <w:jc w:val="both"/>
        <w:rPr>
          <w:rFonts w:ascii="Times New Roman" w:hAnsi="Times New Roman"/>
          <w:i/>
          <w:sz w:val="18"/>
          <w:szCs w:val="18"/>
          <w:lang w:val="en-GB"/>
        </w:rPr>
      </w:pPr>
    </w:p>
    <w:p w14:paraId="2ADD8B7E" w14:textId="77777777" w:rsidR="007C2C81" w:rsidRPr="002B624E" w:rsidRDefault="00724523" w:rsidP="00CD34C2">
      <w:pPr>
        <w:pStyle w:val="Akapitzlist"/>
        <w:numPr>
          <w:ilvl w:val="0"/>
          <w:numId w:val="3"/>
        </w:numPr>
        <w:spacing w:after="0"/>
        <w:rPr>
          <w:rFonts w:ascii="Times New Roman" w:hAnsi="Times New Roman"/>
          <w:sz w:val="18"/>
          <w:szCs w:val="18"/>
          <w:lang w:val="en-GB"/>
        </w:rPr>
      </w:pPr>
      <w:r>
        <w:rPr>
          <w:rFonts w:ascii="Times New Roman" w:hAnsi="Times New Roman"/>
          <w:sz w:val="18"/>
          <w:szCs w:val="18"/>
          <w:lang w:val="en-GB"/>
        </w:rPr>
        <w:t>zwrot nadp</w:t>
      </w:r>
      <w:r w:rsidR="0077412F">
        <w:rPr>
          <w:rFonts w:ascii="Times New Roman" w:hAnsi="Times New Roman"/>
          <w:sz w:val="18"/>
          <w:szCs w:val="18"/>
          <w:lang w:val="en-GB"/>
        </w:rPr>
        <w:t>ła</w:t>
      </w:r>
      <w:r>
        <w:rPr>
          <w:rFonts w:ascii="Times New Roman" w:hAnsi="Times New Roman"/>
          <w:sz w:val="18"/>
          <w:szCs w:val="18"/>
          <w:lang w:val="en-GB"/>
        </w:rPr>
        <w:t>ty</w:t>
      </w:r>
      <w:r w:rsidR="007C2C81" w:rsidRPr="002B624E">
        <w:rPr>
          <w:rFonts w:ascii="Times New Roman" w:hAnsi="Times New Roman"/>
          <w:sz w:val="18"/>
          <w:szCs w:val="18"/>
          <w:lang w:val="en-GB"/>
        </w:rPr>
        <w:t xml:space="preserve"> w wysokości ………………………………… zł w formie autowypłaty (czeku elektronicznego) </w:t>
      </w:r>
      <w:r w:rsidR="007D18E1">
        <w:rPr>
          <w:rFonts w:ascii="Times New Roman" w:hAnsi="Times New Roman"/>
          <w:sz w:val="18"/>
          <w:szCs w:val="18"/>
          <w:lang w:val="en-GB"/>
        </w:rPr>
        <w:br/>
      </w:r>
      <w:r w:rsidR="007C2C81" w:rsidRPr="002B624E">
        <w:rPr>
          <w:rFonts w:ascii="Times New Roman" w:hAnsi="Times New Roman"/>
          <w:sz w:val="18"/>
          <w:szCs w:val="18"/>
          <w:lang w:val="en-GB"/>
        </w:rPr>
        <w:t>w banku Pekao SA.</w:t>
      </w:r>
      <w:r w:rsidR="006A27EB" w:rsidRPr="002B624E">
        <w:rPr>
          <w:rFonts w:ascii="Times New Roman" w:hAnsi="Times New Roman"/>
          <w:sz w:val="18"/>
          <w:szCs w:val="18"/>
          <w:lang w:val="en-GB"/>
        </w:rPr>
        <w:br/>
      </w:r>
      <w:r>
        <w:rPr>
          <w:rFonts w:ascii="Times New Roman" w:hAnsi="Times New Roman"/>
          <w:i/>
          <w:sz w:val="18"/>
          <w:szCs w:val="18"/>
          <w:lang w:val="en-GB"/>
        </w:rPr>
        <w:t xml:space="preserve">return of the excess payment </w:t>
      </w:r>
      <w:r w:rsidR="006A27EB" w:rsidRPr="002B624E">
        <w:rPr>
          <w:rFonts w:ascii="Times New Roman" w:hAnsi="Times New Roman"/>
          <w:i/>
          <w:sz w:val="18"/>
          <w:szCs w:val="18"/>
          <w:lang w:val="en-GB"/>
        </w:rPr>
        <w:t xml:space="preserve">in the amount of PLN …………… in the form of </w:t>
      </w:r>
      <w:r w:rsidR="00E168FA" w:rsidRPr="002B624E">
        <w:rPr>
          <w:rFonts w:ascii="Times New Roman" w:hAnsi="Times New Roman"/>
          <w:i/>
          <w:sz w:val="18"/>
          <w:szCs w:val="18"/>
          <w:lang w:val="en-GB"/>
        </w:rPr>
        <w:t>cash withdrawal (aka “electronic check”) from the Pekao SA. Bank.</w:t>
      </w:r>
    </w:p>
    <w:p w14:paraId="7A292896" w14:textId="77777777" w:rsidR="007C2C81" w:rsidRPr="002B624E" w:rsidRDefault="007C2C81" w:rsidP="00CD34C2">
      <w:pPr>
        <w:pStyle w:val="Akapitzlis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</w:p>
    <w:p w14:paraId="2851EF82" w14:textId="77777777" w:rsidR="00C74E76" w:rsidRPr="00CD34C2" w:rsidRDefault="00C450F7" w:rsidP="00CD34C2">
      <w:pPr>
        <w:pStyle w:val="Akapitzlist"/>
        <w:numPr>
          <w:ilvl w:val="0"/>
          <w:numId w:val="3"/>
        </w:numPr>
        <w:spacing w:after="0"/>
        <w:rPr>
          <w:rFonts w:ascii="Times New Roman" w:hAnsi="Times New Roman"/>
          <w:sz w:val="18"/>
          <w:szCs w:val="18"/>
          <w:lang w:val="en-GB"/>
        </w:rPr>
      </w:pPr>
      <w:r w:rsidRPr="00CD34C2">
        <w:rPr>
          <w:rFonts w:ascii="Times New Roman" w:hAnsi="Times New Roman"/>
          <w:sz w:val="18"/>
          <w:szCs w:val="18"/>
          <w:lang w:val="en-GB"/>
        </w:rPr>
        <w:t>zwrot nadpł</w:t>
      </w:r>
      <w:r w:rsidR="00724523" w:rsidRPr="00CD34C2">
        <w:rPr>
          <w:rFonts w:ascii="Times New Roman" w:hAnsi="Times New Roman"/>
          <w:sz w:val="18"/>
          <w:szCs w:val="18"/>
          <w:lang w:val="en-GB"/>
        </w:rPr>
        <w:t>aty</w:t>
      </w:r>
      <w:r w:rsidR="007C2C81" w:rsidRPr="00CD34C2">
        <w:rPr>
          <w:rFonts w:ascii="Times New Roman" w:hAnsi="Times New Roman"/>
          <w:sz w:val="18"/>
          <w:szCs w:val="18"/>
          <w:lang w:val="en-GB"/>
        </w:rPr>
        <w:t xml:space="preserve"> w wysokości ………………………… zł w kasie UŁ.</w:t>
      </w:r>
      <w:r w:rsidR="00E168FA" w:rsidRPr="00CD34C2">
        <w:rPr>
          <w:rFonts w:ascii="Times New Roman" w:hAnsi="Times New Roman"/>
          <w:sz w:val="18"/>
          <w:szCs w:val="18"/>
          <w:lang w:val="en-GB"/>
        </w:rPr>
        <w:br/>
      </w:r>
      <w:r w:rsidR="00724523" w:rsidRPr="00CD34C2">
        <w:rPr>
          <w:rFonts w:ascii="Times New Roman" w:hAnsi="Times New Roman"/>
          <w:i/>
          <w:sz w:val="18"/>
          <w:szCs w:val="18"/>
          <w:lang w:val="en-GB"/>
        </w:rPr>
        <w:t xml:space="preserve">return of the excess payment </w:t>
      </w:r>
      <w:r w:rsidR="00E168FA" w:rsidRPr="00CD34C2">
        <w:rPr>
          <w:rFonts w:ascii="Times New Roman" w:hAnsi="Times New Roman"/>
          <w:i/>
          <w:sz w:val="18"/>
          <w:szCs w:val="18"/>
          <w:lang w:val="en-GB"/>
        </w:rPr>
        <w:t xml:space="preserve"> in the amount of PLN …….. at the UL cash desk</w:t>
      </w:r>
      <w:r w:rsidR="00CD34C2" w:rsidRPr="00CD34C2">
        <w:rPr>
          <w:rFonts w:ascii="Times New Roman" w:hAnsi="Times New Roman"/>
          <w:i/>
          <w:sz w:val="18"/>
          <w:szCs w:val="18"/>
          <w:lang w:val="en-GB"/>
        </w:rPr>
        <w:t>.</w:t>
      </w:r>
    </w:p>
    <w:p w14:paraId="7A1FCEB7" w14:textId="77777777" w:rsidR="004E60C1" w:rsidRPr="008D5880" w:rsidRDefault="00E71DE3" w:rsidP="00CD34C2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18"/>
          <w:szCs w:val="18"/>
          <w:lang w:val="en-GB"/>
        </w:rPr>
      </w:pPr>
      <w:r>
        <w:rPr>
          <w:rFonts w:ascii="Times New Roman" w:hAnsi="Times New Roman"/>
          <w:iCs/>
          <w:sz w:val="18"/>
          <w:szCs w:val="18"/>
          <w:lang w:val="en-GB"/>
        </w:rPr>
        <w:t>W</w:t>
      </w:r>
      <w:r w:rsidR="004E60C1" w:rsidRPr="008D5880">
        <w:rPr>
          <w:rFonts w:ascii="Times New Roman" w:hAnsi="Times New Roman"/>
          <w:iCs/>
          <w:sz w:val="18"/>
          <w:szCs w:val="18"/>
          <w:lang w:val="en-GB"/>
        </w:rPr>
        <w:t xml:space="preserve"> przypadku wy</w:t>
      </w:r>
      <w:r w:rsidR="00724523" w:rsidRPr="008D5880">
        <w:rPr>
          <w:rFonts w:ascii="Times New Roman" w:hAnsi="Times New Roman"/>
          <w:iCs/>
          <w:sz w:val="18"/>
          <w:szCs w:val="18"/>
          <w:lang w:val="en-GB"/>
        </w:rPr>
        <w:t>pełnienia wniosku o zwrot nadpłaty</w:t>
      </w:r>
      <w:r w:rsidR="004E60C1" w:rsidRPr="008D5880">
        <w:rPr>
          <w:rFonts w:ascii="Times New Roman" w:hAnsi="Times New Roman"/>
          <w:iCs/>
          <w:sz w:val="18"/>
          <w:szCs w:val="18"/>
          <w:lang w:val="en-GB"/>
        </w:rPr>
        <w:t xml:space="preserve"> drogą mailową potrzebny jest dodatkowo s</w:t>
      </w:r>
      <w:r w:rsidR="00DB156C" w:rsidRPr="008D5880">
        <w:rPr>
          <w:rFonts w:ascii="Times New Roman" w:hAnsi="Times New Roman"/>
          <w:iCs/>
          <w:sz w:val="18"/>
          <w:szCs w:val="18"/>
          <w:lang w:val="en-GB"/>
        </w:rPr>
        <w:t>k</w:t>
      </w:r>
      <w:r w:rsidR="004E60C1" w:rsidRPr="008D5880">
        <w:rPr>
          <w:rFonts w:ascii="Times New Roman" w:hAnsi="Times New Roman"/>
          <w:iCs/>
          <w:sz w:val="18"/>
          <w:szCs w:val="18"/>
          <w:lang w:val="en-GB"/>
        </w:rPr>
        <w:t>an paszportu lub innego dokumentu potwierdzającego tożsamość studenta</w:t>
      </w:r>
      <w:r w:rsidR="00420480" w:rsidRPr="008D5880">
        <w:rPr>
          <w:rFonts w:ascii="Times New Roman" w:hAnsi="Times New Roman"/>
          <w:iCs/>
          <w:sz w:val="18"/>
          <w:szCs w:val="18"/>
          <w:lang w:val="en-GB"/>
        </w:rPr>
        <w:t xml:space="preserve"> </w:t>
      </w:r>
      <w:r w:rsidR="00F24F09" w:rsidRPr="008D5880">
        <w:rPr>
          <w:rFonts w:ascii="Times New Roman" w:hAnsi="Times New Roman"/>
          <w:iCs/>
          <w:sz w:val="18"/>
          <w:szCs w:val="18"/>
          <w:lang w:val="en-GB"/>
        </w:rPr>
        <w:br/>
      </w:r>
      <w:r w:rsidR="004E60C1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 xml:space="preserve">in case of sending the form via e-mail it is </w:t>
      </w:r>
      <w:r w:rsidR="00DB156C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>required</w:t>
      </w:r>
      <w:r w:rsidR="004E60C1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 xml:space="preserve"> to </w:t>
      </w:r>
      <w:r w:rsidR="00DB156C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>provide</w:t>
      </w:r>
      <w:r w:rsidR="004E60C1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 xml:space="preserve"> scan of a passport or other identity </w:t>
      </w:r>
      <w:r w:rsidR="00E168FA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 xml:space="preserve">document </w:t>
      </w:r>
      <w:r w:rsidR="004E60C1" w:rsidRPr="008D5880">
        <w:rPr>
          <w:rFonts w:ascii="Times New Roman" w:hAnsi="Times New Roman"/>
          <w:i/>
          <w:iCs/>
          <w:color w:val="000000"/>
          <w:sz w:val="18"/>
          <w:szCs w:val="18"/>
          <w:lang w:val="en-GB"/>
        </w:rPr>
        <w:t>proof</w:t>
      </w:r>
    </w:p>
    <w:p w14:paraId="2191599E" w14:textId="77777777" w:rsidR="00A4128E" w:rsidRPr="008D5880" w:rsidRDefault="00A4128E" w:rsidP="00CD34C2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18"/>
          <w:szCs w:val="18"/>
          <w:lang w:val="en-GB"/>
        </w:rPr>
      </w:pPr>
    </w:p>
    <w:p w14:paraId="7673E5AE" w14:textId="77777777" w:rsidR="00A4128E" w:rsidRPr="008D5880" w:rsidRDefault="00A4128E" w:rsidP="00CD34C2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18"/>
          <w:szCs w:val="18"/>
          <w:lang w:val="en-GB"/>
        </w:rPr>
      </w:pPr>
    </w:p>
    <w:p w14:paraId="0F4EA06D" w14:textId="77777777" w:rsidR="009651CC" w:rsidRPr="008D5880" w:rsidRDefault="009651CC" w:rsidP="00CD34C2">
      <w:pPr>
        <w:pStyle w:val="Akapitzlist"/>
        <w:spacing w:after="0"/>
        <w:ind w:left="4956"/>
        <w:jc w:val="center"/>
        <w:rPr>
          <w:rFonts w:ascii="Times New Roman" w:hAnsi="Times New Roman"/>
          <w:sz w:val="18"/>
          <w:szCs w:val="18"/>
        </w:rPr>
      </w:pPr>
      <w:r w:rsidRPr="008D5880">
        <w:rPr>
          <w:rFonts w:ascii="Times New Roman" w:hAnsi="Times New Roman"/>
          <w:sz w:val="18"/>
          <w:szCs w:val="18"/>
        </w:rPr>
        <w:t>…………………………………………....</w:t>
      </w:r>
    </w:p>
    <w:p w14:paraId="6FCA6043" w14:textId="77777777" w:rsidR="009651CC" w:rsidRPr="00BB2173" w:rsidRDefault="009651CC" w:rsidP="00CD34C2">
      <w:pPr>
        <w:pStyle w:val="Akapitzlist"/>
        <w:spacing w:after="0"/>
        <w:ind w:left="4956"/>
        <w:jc w:val="center"/>
        <w:rPr>
          <w:rFonts w:ascii="Times New Roman" w:hAnsi="Times New Roman"/>
          <w:sz w:val="18"/>
          <w:szCs w:val="18"/>
        </w:rPr>
      </w:pPr>
      <w:r w:rsidRPr="00BB2173">
        <w:rPr>
          <w:rFonts w:ascii="Times New Roman" w:hAnsi="Times New Roman"/>
          <w:sz w:val="18"/>
          <w:szCs w:val="18"/>
        </w:rPr>
        <w:t>podpis pracownika Domu Studenta</w:t>
      </w:r>
    </w:p>
    <w:p w14:paraId="4B9D9090" w14:textId="77777777" w:rsidR="009651CC" w:rsidRPr="008D5880" w:rsidRDefault="009651CC" w:rsidP="00CD34C2">
      <w:pPr>
        <w:pStyle w:val="Akapitzlist"/>
        <w:spacing w:after="0"/>
        <w:ind w:left="5103"/>
        <w:jc w:val="center"/>
        <w:rPr>
          <w:rFonts w:ascii="Times New Roman" w:hAnsi="Times New Roman"/>
          <w:sz w:val="18"/>
          <w:szCs w:val="18"/>
        </w:rPr>
      </w:pPr>
      <w:r w:rsidRPr="008D5880">
        <w:rPr>
          <w:rFonts w:ascii="Times New Roman" w:hAnsi="Times New Roman"/>
          <w:sz w:val="18"/>
          <w:szCs w:val="18"/>
        </w:rPr>
        <w:t>(</w:t>
      </w:r>
      <w:r w:rsidRPr="008D5880">
        <w:rPr>
          <w:rFonts w:ascii="Times New Roman" w:hAnsi="Times New Roman"/>
          <w:i/>
          <w:sz w:val="18"/>
          <w:szCs w:val="18"/>
        </w:rPr>
        <w:t>signature of Dormitory Staff</w:t>
      </w:r>
      <w:r w:rsidRPr="008D5880">
        <w:rPr>
          <w:rFonts w:ascii="Times New Roman" w:hAnsi="Times New Roman"/>
          <w:sz w:val="18"/>
          <w:szCs w:val="18"/>
        </w:rPr>
        <w:t>)</w:t>
      </w:r>
    </w:p>
    <w:p w14:paraId="041D98D7" w14:textId="77777777" w:rsidR="009651CC" w:rsidRDefault="009651CC" w:rsidP="00CD34C2">
      <w:pPr>
        <w:shd w:val="clear" w:color="auto" w:fill="FFFFFF"/>
        <w:spacing w:after="0" w:line="240" w:lineRule="auto"/>
        <w:ind w:left="426" w:hanging="426"/>
        <w:rPr>
          <w:rFonts w:ascii="Times New Roman" w:hAnsi="Times New Roman"/>
          <w:iCs/>
          <w:sz w:val="18"/>
          <w:szCs w:val="18"/>
        </w:rPr>
      </w:pPr>
    </w:p>
    <w:p w14:paraId="5AB7C0C5" w14:textId="77777777" w:rsidR="00A4128E" w:rsidRPr="008D5880" w:rsidRDefault="00A4128E" w:rsidP="00CD34C2">
      <w:pPr>
        <w:shd w:val="clear" w:color="auto" w:fill="FFFFFF"/>
        <w:spacing w:after="0" w:line="240" w:lineRule="auto"/>
        <w:ind w:left="720"/>
        <w:rPr>
          <w:rFonts w:ascii="Times New Roman" w:hAnsi="Times New Roman"/>
          <w:iCs/>
          <w:sz w:val="18"/>
          <w:szCs w:val="18"/>
          <w:lang w:val="en-GB"/>
        </w:rPr>
      </w:pPr>
    </w:p>
    <w:p w14:paraId="1E4E7426" w14:textId="77777777" w:rsidR="00963D74" w:rsidRDefault="00724523" w:rsidP="00CD34C2">
      <w:pPr>
        <w:shd w:val="clear" w:color="auto" w:fill="FFFFFF"/>
        <w:spacing w:after="0" w:line="240" w:lineRule="auto"/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 xml:space="preserve">Data </w:t>
      </w:r>
      <w:r w:rsidR="00E71DE3">
        <w:rPr>
          <w:rFonts w:ascii="Times New Roman" w:hAnsi="Times New Roman"/>
          <w:iCs/>
          <w:sz w:val="18"/>
          <w:szCs w:val="18"/>
        </w:rPr>
        <w:t>dokonania o</w:t>
      </w:r>
      <w:r>
        <w:rPr>
          <w:rFonts w:ascii="Times New Roman" w:hAnsi="Times New Roman"/>
          <w:iCs/>
          <w:sz w:val="18"/>
          <w:szCs w:val="18"/>
        </w:rPr>
        <w:t>płaty</w:t>
      </w:r>
      <w:r w:rsidR="007C2C81" w:rsidRPr="000E47ED">
        <w:rPr>
          <w:rFonts w:ascii="Times New Roman" w:hAnsi="Times New Roman"/>
          <w:iCs/>
          <w:sz w:val="18"/>
          <w:szCs w:val="18"/>
        </w:rPr>
        <w:t xml:space="preserve"> i nr DS</w:t>
      </w:r>
      <w:r w:rsidR="00A4128E" w:rsidRPr="000E47ED">
        <w:rPr>
          <w:rFonts w:ascii="Times New Roman" w:hAnsi="Times New Roman"/>
          <w:iCs/>
          <w:sz w:val="18"/>
          <w:szCs w:val="18"/>
        </w:rPr>
        <w:t xml:space="preserve">  …………………………………….</w:t>
      </w:r>
      <w:r w:rsidR="009651CC">
        <w:rPr>
          <w:rFonts w:ascii="Times New Roman" w:hAnsi="Times New Roman"/>
          <w:iCs/>
          <w:sz w:val="18"/>
          <w:szCs w:val="18"/>
        </w:rPr>
        <w:tab/>
      </w:r>
    </w:p>
    <w:p w14:paraId="55B33694" w14:textId="77777777" w:rsidR="00A4128E" w:rsidRDefault="009651CC" w:rsidP="00CD34C2">
      <w:pPr>
        <w:shd w:val="clear" w:color="auto" w:fill="FFFFFF"/>
        <w:spacing w:after="0" w:line="240" w:lineRule="auto"/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ab/>
      </w:r>
    </w:p>
    <w:p w14:paraId="22623652" w14:textId="77777777" w:rsidR="00E168FA" w:rsidRDefault="00724523" w:rsidP="00CD34C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18"/>
          <w:szCs w:val="18"/>
          <w:lang w:val="en-GB"/>
        </w:rPr>
      </w:pPr>
      <w:r>
        <w:rPr>
          <w:rFonts w:ascii="Times New Roman" w:hAnsi="Times New Roman"/>
          <w:i/>
          <w:color w:val="000000"/>
          <w:sz w:val="18"/>
          <w:szCs w:val="18"/>
          <w:lang w:val="en-GB"/>
        </w:rPr>
        <w:t xml:space="preserve">Date of </w:t>
      </w:r>
      <w:r w:rsidR="00BF334E">
        <w:rPr>
          <w:rFonts w:ascii="Times New Roman" w:hAnsi="Times New Roman"/>
          <w:i/>
          <w:color w:val="000000"/>
          <w:sz w:val="18"/>
          <w:szCs w:val="18"/>
          <w:lang w:val="en-GB"/>
        </w:rPr>
        <w:t xml:space="preserve"> payment</w:t>
      </w:r>
      <w:r w:rsidR="00E168FA" w:rsidRPr="00E168FA">
        <w:rPr>
          <w:rFonts w:ascii="Times New Roman" w:hAnsi="Times New Roman"/>
          <w:i/>
          <w:color w:val="000000"/>
          <w:sz w:val="18"/>
          <w:szCs w:val="18"/>
          <w:lang w:val="en-GB"/>
        </w:rPr>
        <w:t xml:space="preserve"> and dorm no.</w:t>
      </w:r>
    </w:p>
    <w:p w14:paraId="4455F193" w14:textId="77777777" w:rsidR="0077412F" w:rsidRDefault="0077412F" w:rsidP="00CD34C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18"/>
          <w:szCs w:val="18"/>
          <w:lang w:val="en-GB"/>
        </w:rPr>
      </w:pPr>
    </w:p>
    <w:p w14:paraId="1C2776EB" w14:textId="77777777" w:rsidR="0077412F" w:rsidRPr="0077412F" w:rsidRDefault="0077412F" w:rsidP="00CD34C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18"/>
          <w:szCs w:val="18"/>
          <w:u w:val="single"/>
          <w:lang w:val="en-GB"/>
        </w:rPr>
      </w:pPr>
    </w:p>
    <w:p w14:paraId="15342E60" w14:textId="77777777" w:rsidR="004E60C1" w:rsidRPr="00E168FA" w:rsidRDefault="004E60C1" w:rsidP="00CD34C2">
      <w:pPr>
        <w:pBdr>
          <w:top w:val="single" w:sz="4" w:space="1" w:color="auto"/>
        </w:pBdr>
        <w:shd w:val="clear" w:color="auto" w:fill="FFFFFF"/>
        <w:spacing w:after="0" w:line="240" w:lineRule="auto"/>
        <w:rPr>
          <w:rFonts w:ascii="Times New Roman" w:hAnsi="Times New Roman"/>
          <w:color w:val="000000"/>
          <w:sz w:val="18"/>
          <w:szCs w:val="18"/>
          <w:lang w:val="en-GB"/>
        </w:rPr>
      </w:pPr>
    </w:p>
    <w:p w14:paraId="5EB89DE8" w14:textId="77777777" w:rsidR="00A4128E" w:rsidRPr="0077412F" w:rsidRDefault="00A4128E" w:rsidP="00CD34C2">
      <w:pPr>
        <w:pStyle w:val="Akapitzlist"/>
        <w:spacing w:after="0"/>
        <w:ind w:left="4956"/>
        <w:jc w:val="both"/>
        <w:rPr>
          <w:rFonts w:ascii="Times New Roman" w:hAnsi="Times New Roman"/>
          <w:sz w:val="18"/>
          <w:szCs w:val="18"/>
          <w:u w:val="single"/>
          <w:lang w:val="en-GB"/>
        </w:rPr>
      </w:pPr>
    </w:p>
    <w:p w14:paraId="17722966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Zatwierdzam kwotę </w:t>
      </w:r>
    </w:p>
    <w:p w14:paraId="7D62D461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</w:p>
    <w:p w14:paraId="503C2FB1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Kwota:...............................................</w:t>
      </w:r>
    </w:p>
    <w:p w14:paraId="6E7BEAA2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06450E10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Dekret księgowy*: ( *</w:t>
      </w:r>
      <w:r>
        <w:rPr>
          <w:rFonts w:ascii="Calibri" w:hAnsi="Calibri" w:cs="Calibri"/>
          <w:color w:val="000000"/>
          <w:sz w:val="16"/>
          <w:szCs w:val="16"/>
        </w:rPr>
        <w:t>wypełnia jednostka  Administracji Centralnej )  </w:t>
      </w: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078B034E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</w:p>
    <w:p w14:paraId="5A134EDC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……………………………………………………….</w:t>
      </w:r>
    </w:p>
    <w:p w14:paraId="36AB6602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                                    </w:t>
      </w:r>
      <w:r>
        <w:rPr>
          <w:rFonts w:ascii="Calibri" w:hAnsi="Calibri" w:cs="Calibri"/>
          <w:color w:val="000000"/>
          <w:sz w:val="16"/>
          <w:szCs w:val="16"/>
        </w:rPr>
        <w:t>   </w:t>
      </w:r>
      <w:r>
        <w:rPr>
          <w:rFonts w:ascii="Calibri" w:hAnsi="Calibri" w:cs="Calibri"/>
          <w:color w:val="000000"/>
          <w:sz w:val="22"/>
          <w:szCs w:val="22"/>
        </w:rPr>
        <w:t>                                                                                             </w:t>
      </w:r>
    </w:p>
    <w:p w14:paraId="568D9136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data i podpis zatwierdzającego do wypłaty:   </w:t>
      </w:r>
    </w:p>
    <w:p w14:paraId="492506DD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</w:p>
    <w:p w14:paraId="598BB5E5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……………………………………………………….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  <w:t>……………………………………………</w:t>
      </w:r>
    </w:p>
    <w:p w14:paraId="22C0D736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                         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14:paraId="6E89FBEA" w14:textId="77777777" w:rsidR="00E935F8" w:rsidRDefault="00E935F8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    </w:t>
      </w:r>
    </w:p>
    <w:p w14:paraId="65E65D2D" w14:textId="77777777" w:rsidR="00E935F8" w:rsidRDefault="0077412F" w:rsidP="00CD34C2">
      <w:pPr>
        <w:pStyle w:val="NormalnyWeb"/>
        <w:spacing w:before="0" w:beforeAutospacing="0" w:after="0" w:afterAutospacing="0"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Ki</w:t>
      </w:r>
      <w:r w:rsidR="00E935F8">
        <w:rPr>
          <w:rFonts w:ascii="Calibri" w:hAnsi="Calibri" w:cs="Calibri"/>
          <w:color w:val="000000"/>
          <w:sz w:val="22"/>
          <w:szCs w:val="22"/>
        </w:rPr>
        <w:t>erownik DS. nr ..........                    </w:t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  <w:t>podpis Kwestora</w:t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</w:r>
      <w:r w:rsidR="00E935F8"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</w:p>
    <w:p w14:paraId="31CD0C16" w14:textId="77777777" w:rsidR="0077412F" w:rsidRDefault="0077412F" w:rsidP="00CD34C2">
      <w:pPr>
        <w:shd w:val="clear" w:color="auto" w:fill="FFFFFF"/>
        <w:spacing w:after="0" w:line="240" w:lineRule="auto"/>
        <w:ind w:left="426" w:hanging="426"/>
        <w:rPr>
          <w:rFonts w:ascii="Times New Roman" w:hAnsi="Times New Roman"/>
          <w:iCs/>
          <w:sz w:val="18"/>
          <w:szCs w:val="18"/>
        </w:rPr>
      </w:pPr>
    </w:p>
    <w:p w14:paraId="7A239EC4" w14:textId="77777777" w:rsidR="00594F36" w:rsidRPr="00CA0A5E" w:rsidRDefault="00594F36" w:rsidP="00CD34C2">
      <w:pPr>
        <w:shd w:val="clear" w:color="auto" w:fill="FFFFFF"/>
        <w:spacing w:after="0" w:line="240" w:lineRule="auto"/>
        <w:ind w:left="426" w:hanging="426"/>
        <w:rPr>
          <w:rFonts w:ascii="Times New Roman" w:hAnsi="Times New Roman"/>
          <w:iCs/>
          <w:sz w:val="12"/>
          <w:szCs w:val="12"/>
        </w:rPr>
      </w:pPr>
      <w:r w:rsidRPr="00CA0A5E">
        <w:rPr>
          <w:rFonts w:ascii="Times New Roman" w:hAnsi="Times New Roman"/>
          <w:iCs/>
          <w:sz w:val="12"/>
          <w:szCs w:val="12"/>
        </w:rPr>
        <w:t>*)</w:t>
      </w:r>
      <w:r w:rsidR="00BF334E" w:rsidRPr="00CA0A5E">
        <w:rPr>
          <w:rFonts w:ascii="Times New Roman" w:hAnsi="Times New Roman"/>
          <w:iCs/>
          <w:sz w:val="12"/>
          <w:szCs w:val="12"/>
        </w:rPr>
        <w:t xml:space="preserve"> s</w:t>
      </w:r>
      <w:r w:rsidR="003A7213" w:rsidRPr="00CA0A5E">
        <w:rPr>
          <w:rFonts w:ascii="Times New Roman" w:hAnsi="Times New Roman"/>
          <w:iCs/>
          <w:sz w:val="12"/>
          <w:szCs w:val="12"/>
        </w:rPr>
        <w:t>ymbol</w:t>
      </w:r>
      <w:r w:rsidR="007F5B10" w:rsidRPr="00CA0A5E">
        <w:rPr>
          <w:rFonts w:ascii="Times New Roman" w:hAnsi="Times New Roman"/>
          <w:iCs/>
          <w:sz w:val="12"/>
          <w:szCs w:val="12"/>
        </w:rPr>
        <w:t xml:space="preserve"> dokumentu potwierdzającego tożsamość:</w:t>
      </w:r>
    </w:p>
    <w:p w14:paraId="74631FC5" w14:textId="77777777" w:rsidR="003A7213" w:rsidRPr="00CA0A5E" w:rsidRDefault="003A7213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Cs/>
          <w:sz w:val="12"/>
          <w:szCs w:val="12"/>
        </w:rPr>
      </w:pPr>
      <w:r w:rsidRPr="00CA0A5E">
        <w:rPr>
          <w:rFonts w:ascii="Times New Roman" w:hAnsi="Times New Roman"/>
          <w:iCs/>
          <w:sz w:val="12"/>
          <w:szCs w:val="12"/>
        </w:rPr>
        <w:t>PA</w:t>
      </w:r>
      <w:r w:rsidR="007F5B10" w:rsidRPr="00CA0A5E">
        <w:rPr>
          <w:rFonts w:ascii="Times New Roman" w:hAnsi="Times New Roman"/>
          <w:iCs/>
          <w:sz w:val="12"/>
          <w:szCs w:val="12"/>
        </w:rPr>
        <w:t xml:space="preserve"> - </w:t>
      </w:r>
      <w:r w:rsidRPr="00CA0A5E">
        <w:rPr>
          <w:rFonts w:ascii="Times New Roman" w:hAnsi="Times New Roman"/>
          <w:iCs/>
          <w:sz w:val="12"/>
          <w:szCs w:val="12"/>
        </w:rPr>
        <w:t>pas</w:t>
      </w:r>
      <w:r w:rsidR="007F5B10" w:rsidRPr="00CA0A5E">
        <w:rPr>
          <w:rFonts w:ascii="Times New Roman" w:hAnsi="Times New Roman"/>
          <w:iCs/>
          <w:sz w:val="12"/>
          <w:szCs w:val="12"/>
        </w:rPr>
        <w:t>z</w:t>
      </w:r>
      <w:r w:rsidRPr="00CA0A5E">
        <w:rPr>
          <w:rFonts w:ascii="Times New Roman" w:hAnsi="Times New Roman"/>
          <w:iCs/>
          <w:sz w:val="12"/>
          <w:szCs w:val="12"/>
        </w:rPr>
        <w:t>port</w:t>
      </w:r>
    </w:p>
    <w:p w14:paraId="5693EE3C" w14:textId="77777777" w:rsidR="003A7213" w:rsidRPr="00CA0A5E" w:rsidRDefault="003A7213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Cs/>
          <w:sz w:val="12"/>
          <w:szCs w:val="12"/>
        </w:rPr>
      </w:pPr>
      <w:r w:rsidRPr="00CA0A5E">
        <w:rPr>
          <w:rFonts w:ascii="Times New Roman" w:hAnsi="Times New Roman"/>
          <w:iCs/>
          <w:sz w:val="12"/>
          <w:szCs w:val="12"/>
        </w:rPr>
        <w:t xml:space="preserve">KP </w:t>
      </w:r>
      <w:r w:rsidR="007F5B10" w:rsidRPr="00CA0A5E">
        <w:rPr>
          <w:rFonts w:ascii="Times New Roman" w:hAnsi="Times New Roman"/>
          <w:iCs/>
          <w:sz w:val="12"/>
          <w:szCs w:val="12"/>
        </w:rPr>
        <w:t>-</w:t>
      </w:r>
      <w:r w:rsidRPr="00CA0A5E">
        <w:rPr>
          <w:rFonts w:ascii="Times New Roman" w:hAnsi="Times New Roman"/>
          <w:iCs/>
          <w:sz w:val="12"/>
          <w:szCs w:val="12"/>
        </w:rPr>
        <w:t xml:space="preserve"> karta pobytu</w:t>
      </w:r>
    </w:p>
    <w:p w14:paraId="0E007218" w14:textId="77777777" w:rsidR="003A7213" w:rsidRPr="00CA0A5E" w:rsidRDefault="003A7213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Cs/>
          <w:sz w:val="12"/>
          <w:szCs w:val="12"/>
        </w:rPr>
      </w:pPr>
      <w:r w:rsidRPr="00CA0A5E">
        <w:rPr>
          <w:rFonts w:ascii="Times New Roman" w:hAnsi="Times New Roman"/>
          <w:iCs/>
          <w:sz w:val="12"/>
          <w:szCs w:val="12"/>
        </w:rPr>
        <w:t xml:space="preserve">DO </w:t>
      </w:r>
      <w:r w:rsidR="007F5B10" w:rsidRPr="00CA0A5E">
        <w:rPr>
          <w:rFonts w:ascii="Times New Roman" w:hAnsi="Times New Roman"/>
          <w:iCs/>
          <w:sz w:val="12"/>
          <w:szCs w:val="12"/>
        </w:rPr>
        <w:t>-</w:t>
      </w:r>
      <w:r w:rsidRPr="00CA0A5E">
        <w:rPr>
          <w:rFonts w:ascii="Times New Roman" w:hAnsi="Times New Roman"/>
          <w:iCs/>
          <w:sz w:val="12"/>
          <w:szCs w:val="12"/>
        </w:rPr>
        <w:t xml:space="preserve"> dowód osobisty</w:t>
      </w:r>
    </w:p>
    <w:p w14:paraId="43836CD4" w14:textId="77777777" w:rsidR="003A7213" w:rsidRPr="00CA0A5E" w:rsidRDefault="003A7213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Cs/>
          <w:sz w:val="12"/>
          <w:szCs w:val="12"/>
          <w:lang w:val="en-GB"/>
        </w:rPr>
      </w:pPr>
      <w:r w:rsidRPr="00CA0A5E">
        <w:rPr>
          <w:rFonts w:ascii="Times New Roman" w:hAnsi="Times New Roman"/>
          <w:iCs/>
          <w:sz w:val="12"/>
          <w:szCs w:val="12"/>
          <w:lang w:val="en-GB"/>
        </w:rPr>
        <w:t xml:space="preserve">PS </w:t>
      </w:r>
      <w:r w:rsidR="0080561F" w:rsidRPr="00CA0A5E">
        <w:rPr>
          <w:rFonts w:ascii="Times New Roman" w:hAnsi="Times New Roman"/>
          <w:iCs/>
          <w:sz w:val="12"/>
          <w:szCs w:val="12"/>
          <w:lang w:val="en-GB"/>
        </w:rPr>
        <w:t>-</w:t>
      </w:r>
      <w:r w:rsidRPr="00CA0A5E">
        <w:rPr>
          <w:rFonts w:ascii="Times New Roman" w:hAnsi="Times New Roman"/>
          <w:iCs/>
          <w:sz w:val="12"/>
          <w:szCs w:val="12"/>
          <w:lang w:val="en-GB"/>
        </w:rPr>
        <w:t xml:space="preserve"> </w:t>
      </w:r>
      <w:r w:rsidR="00BF334E" w:rsidRPr="00CA0A5E">
        <w:rPr>
          <w:rFonts w:ascii="Times New Roman" w:hAnsi="Times New Roman"/>
          <w:iCs/>
          <w:sz w:val="12"/>
          <w:szCs w:val="12"/>
          <w:lang w:val="en-GB"/>
        </w:rPr>
        <w:t xml:space="preserve">numer </w:t>
      </w:r>
      <w:r w:rsidRPr="00CA0A5E">
        <w:rPr>
          <w:rFonts w:ascii="Times New Roman" w:hAnsi="Times New Roman"/>
          <w:iCs/>
          <w:sz w:val="12"/>
          <w:szCs w:val="12"/>
          <w:lang w:val="en-GB"/>
        </w:rPr>
        <w:t>P</w:t>
      </w:r>
      <w:r w:rsidR="0080561F" w:rsidRPr="00CA0A5E">
        <w:rPr>
          <w:rFonts w:ascii="Times New Roman" w:hAnsi="Times New Roman"/>
          <w:iCs/>
          <w:sz w:val="12"/>
          <w:szCs w:val="12"/>
          <w:lang w:val="en-GB"/>
        </w:rPr>
        <w:t>ESEL</w:t>
      </w:r>
    </w:p>
    <w:p w14:paraId="322DB21D" w14:textId="77777777" w:rsidR="00E168FA" w:rsidRPr="00CA0A5E" w:rsidRDefault="00E168FA" w:rsidP="00CD34C2">
      <w:pPr>
        <w:shd w:val="clear" w:color="auto" w:fill="FFFFFF"/>
        <w:spacing w:after="0" w:line="240" w:lineRule="auto"/>
        <w:ind w:left="426" w:hanging="426"/>
        <w:rPr>
          <w:rFonts w:ascii="Times New Roman" w:hAnsi="Times New Roman"/>
          <w:i/>
          <w:iCs/>
          <w:sz w:val="12"/>
          <w:szCs w:val="12"/>
          <w:lang w:val="en-GB"/>
        </w:rPr>
      </w:pPr>
      <w:r w:rsidRPr="00CA0A5E">
        <w:rPr>
          <w:rFonts w:ascii="Times New Roman" w:hAnsi="Times New Roman"/>
          <w:i/>
          <w:iCs/>
          <w:sz w:val="12"/>
          <w:szCs w:val="12"/>
          <w:lang w:val="en-GB"/>
        </w:rPr>
        <w:t>*) symbol of identity document:</w:t>
      </w:r>
    </w:p>
    <w:p w14:paraId="2A90F52F" w14:textId="77777777" w:rsidR="00E168FA" w:rsidRPr="00CA0A5E" w:rsidRDefault="00E168FA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  <w:r w:rsidRPr="00CA0A5E">
        <w:rPr>
          <w:rFonts w:ascii="Times New Roman" w:hAnsi="Times New Roman"/>
          <w:i/>
          <w:iCs/>
          <w:sz w:val="12"/>
          <w:szCs w:val="12"/>
          <w:lang w:val="en-GB"/>
        </w:rPr>
        <w:t>PA - passport</w:t>
      </w:r>
    </w:p>
    <w:p w14:paraId="5537EA35" w14:textId="77777777" w:rsidR="00E168FA" w:rsidRPr="00CA0A5E" w:rsidRDefault="0080561F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  <w:r w:rsidRPr="00CA0A5E">
        <w:rPr>
          <w:rFonts w:ascii="Times New Roman" w:hAnsi="Times New Roman"/>
          <w:i/>
          <w:iCs/>
          <w:sz w:val="12"/>
          <w:szCs w:val="12"/>
          <w:lang w:val="en-GB"/>
        </w:rPr>
        <w:t>KP -</w:t>
      </w:r>
      <w:r w:rsidR="00E168FA" w:rsidRPr="00CA0A5E">
        <w:rPr>
          <w:rFonts w:ascii="Times New Roman" w:hAnsi="Times New Roman"/>
          <w:i/>
          <w:iCs/>
          <w:sz w:val="12"/>
          <w:szCs w:val="12"/>
          <w:lang w:val="en-GB"/>
        </w:rPr>
        <w:t xml:space="preserve"> residence card</w:t>
      </w:r>
    </w:p>
    <w:p w14:paraId="32E73FD6" w14:textId="77777777" w:rsidR="00E168FA" w:rsidRPr="00CA0A5E" w:rsidRDefault="0080561F" w:rsidP="00CD34C2">
      <w:pPr>
        <w:shd w:val="clear" w:color="auto" w:fill="FFFFFF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  <w:r w:rsidRPr="2E23E077">
        <w:rPr>
          <w:rFonts w:ascii="Times New Roman" w:hAnsi="Times New Roman"/>
          <w:i/>
          <w:iCs/>
          <w:sz w:val="12"/>
          <w:szCs w:val="12"/>
          <w:lang w:val="en-GB"/>
        </w:rPr>
        <w:t>DO -</w:t>
      </w:r>
      <w:r w:rsidR="00E168FA" w:rsidRPr="2E23E077">
        <w:rPr>
          <w:rFonts w:ascii="Times New Roman" w:hAnsi="Times New Roman"/>
          <w:i/>
          <w:iCs/>
          <w:sz w:val="12"/>
          <w:szCs w:val="12"/>
          <w:lang w:val="en-GB"/>
        </w:rPr>
        <w:t xml:space="preserve"> national ID</w:t>
      </w:r>
      <w:r w:rsidR="00CD34C2" w:rsidRPr="2E23E077">
        <w:rPr>
          <w:rFonts w:ascii="Times New Roman" w:hAnsi="Times New Roman"/>
          <w:i/>
          <w:iCs/>
          <w:sz w:val="12"/>
          <w:szCs w:val="12"/>
          <w:lang w:val="en-GB"/>
        </w:rPr>
        <w:t>/PS-PESEL number</w:t>
      </w:r>
    </w:p>
    <w:p w14:paraId="22C06C14" w14:textId="57224FC1" w:rsidR="2E23E077" w:rsidRDefault="2E23E077" w:rsidP="2E23E077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</w:p>
    <w:p w14:paraId="4055986F" w14:textId="51C974AE" w:rsidR="2E23E077" w:rsidRDefault="2E23E077" w:rsidP="2E23E077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00" w:themeColor="text1"/>
          <w:sz w:val="12"/>
          <w:szCs w:val="12"/>
          <w:lang w:val="en-GB"/>
        </w:rPr>
      </w:pPr>
      <w:r w:rsidRPr="2E23E077">
        <w:rPr>
          <w:rFonts w:eastAsia="Calibri" w:cs="Calibri"/>
          <w:i/>
          <w:iCs/>
          <w:color w:val="000000" w:themeColor="text1"/>
          <w:sz w:val="12"/>
          <w:szCs w:val="12"/>
          <w:lang w:val="en-GB"/>
        </w:rPr>
        <w:t>Administratorem Pani/Pana danych osobowych jest Uniwersytet Łódzki, z siedzibą przy ul. Narutowicza 68, 90-136 Łódź.</w:t>
      </w:r>
    </w:p>
    <w:p w14:paraId="14E7F024" w14:textId="0B7E4875" w:rsidR="2E23E077" w:rsidRDefault="2E23E077" w:rsidP="2E23E077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00" w:themeColor="text1"/>
          <w:sz w:val="12"/>
          <w:szCs w:val="12"/>
          <w:lang w:val="en-GB"/>
        </w:rPr>
      </w:pPr>
      <w:r w:rsidRPr="2E23E077">
        <w:rPr>
          <w:rFonts w:eastAsia="Calibri" w:cs="Calibri"/>
          <w:i/>
          <w:iCs/>
          <w:color w:val="000000" w:themeColor="text1"/>
          <w:sz w:val="12"/>
          <w:szCs w:val="12"/>
          <w:lang w:val="en-GB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10">
        <w:r w:rsidRPr="2E23E077">
          <w:rPr>
            <w:rStyle w:val="Hipercze"/>
            <w:rFonts w:eastAsia="Calibri" w:cs="Calibri"/>
            <w:i/>
            <w:iCs/>
            <w:sz w:val="12"/>
            <w:szCs w:val="12"/>
            <w:lang w:val="en-GB"/>
          </w:rPr>
          <w:t>iod@uni.lodz.pl</w:t>
        </w:r>
      </w:hyperlink>
    </w:p>
    <w:p w14:paraId="6C4581B3" w14:textId="49C57BD2" w:rsidR="2E23E077" w:rsidRDefault="2E23E077" w:rsidP="2E23E077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00" w:themeColor="text1"/>
          <w:sz w:val="12"/>
          <w:szCs w:val="12"/>
          <w:lang w:val="en-GB"/>
        </w:rPr>
      </w:pPr>
      <w:r w:rsidRPr="2E23E077">
        <w:rPr>
          <w:rFonts w:eastAsia="Calibri" w:cs="Calibri"/>
          <w:i/>
          <w:iCs/>
          <w:color w:val="000000" w:themeColor="text1"/>
          <w:sz w:val="12"/>
          <w:szCs w:val="12"/>
          <w:lang w:val="en-GB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6FA026B8" w14:textId="3C5EC994" w:rsidR="2E23E077" w:rsidRDefault="2E23E077" w:rsidP="2E23E077">
      <w:pPr>
        <w:pStyle w:val="Akapitzlist"/>
        <w:numPr>
          <w:ilvl w:val="0"/>
          <w:numId w:val="1"/>
        </w:numPr>
        <w:rPr>
          <w:rFonts w:eastAsia="Calibri" w:cs="Calibri"/>
          <w:i/>
          <w:iCs/>
          <w:color w:val="0000FF"/>
          <w:sz w:val="12"/>
          <w:szCs w:val="12"/>
          <w:lang w:val="en-GB"/>
        </w:rPr>
      </w:pPr>
      <w:r w:rsidRPr="2E23E077">
        <w:rPr>
          <w:rFonts w:eastAsia="Calibri" w:cs="Calibri"/>
          <w:i/>
          <w:iCs/>
          <w:color w:val="000000" w:themeColor="text1"/>
          <w:sz w:val="12"/>
          <w:szCs w:val="12"/>
          <w:lang w:val="en-GB"/>
        </w:rPr>
        <w:t xml:space="preserve">Pełna treść informacji związanych z przetwarzaniem Pani/Pana danych osobowych dostępna jest na stronie BIP UŁ </w:t>
      </w:r>
      <w:hyperlink r:id="rId11">
        <w:r w:rsidRPr="2E23E077">
          <w:rPr>
            <w:rStyle w:val="Hipercze"/>
            <w:rFonts w:eastAsia="Calibri" w:cs="Calibri"/>
            <w:i/>
            <w:iCs/>
            <w:sz w:val="12"/>
            <w:szCs w:val="12"/>
            <w:lang w:val="en-GB"/>
          </w:rPr>
          <w:t>https://www.bip.uni.lodz.pl/inne/ochrona-danych-osobowych/klauzule-informacyjne</w:t>
        </w:r>
      </w:hyperlink>
    </w:p>
    <w:p w14:paraId="48C9586A" w14:textId="072638B5" w:rsidR="2E23E077" w:rsidRDefault="2E23E077" w:rsidP="2E23E077">
      <w:pPr>
        <w:shd w:val="clear" w:color="auto" w:fill="FFFFFF" w:themeFill="background1"/>
        <w:spacing w:after="0" w:line="240" w:lineRule="auto"/>
        <w:ind w:left="284"/>
        <w:rPr>
          <w:rFonts w:ascii="Times New Roman" w:hAnsi="Times New Roman"/>
          <w:i/>
          <w:iCs/>
          <w:sz w:val="12"/>
          <w:szCs w:val="12"/>
          <w:lang w:val="en-GB"/>
        </w:rPr>
      </w:pPr>
    </w:p>
    <w:sectPr w:rsidR="2E23E077" w:rsidSect="00204A08">
      <w:headerReference w:type="default" r:id="rId12"/>
      <w:footerReference w:type="default" r:id="rId13"/>
      <w:pgSz w:w="11906" w:h="16838"/>
      <w:pgMar w:top="709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8715F" w14:textId="77777777" w:rsidR="006C39E0" w:rsidRDefault="006C39E0" w:rsidP="000C3B58">
      <w:pPr>
        <w:spacing w:after="0" w:line="240" w:lineRule="auto"/>
      </w:pPr>
      <w:r>
        <w:separator/>
      </w:r>
    </w:p>
  </w:endnote>
  <w:endnote w:type="continuationSeparator" w:id="0">
    <w:p w14:paraId="6BDFDFC2" w14:textId="77777777" w:rsidR="006C39E0" w:rsidRDefault="006C39E0" w:rsidP="000C3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46F9" w14:textId="77777777" w:rsidR="00204A08" w:rsidRDefault="00204A0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51DD9">
      <w:rPr>
        <w:noProof/>
      </w:rPr>
      <w:t>2</w:t>
    </w:r>
    <w:r>
      <w:fldChar w:fldCharType="end"/>
    </w:r>
  </w:p>
  <w:p w14:paraId="6930E822" w14:textId="77777777" w:rsidR="00204A08" w:rsidRDefault="00204A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9AE5E" w14:textId="77777777" w:rsidR="006C39E0" w:rsidRDefault="006C39E0" w:rsidP="000C3B58">
      <w:pPr>
        <w:spacing w:after="0" w:line="240" w:lineRule="auto"/>
      </w:pPr>
      <w:r>
        <w:separator/>
      </w:r>
    </w:p>
  </w:footnote>
  <w:footnote w:type="continuationSeparator" w:id="0">
    <w:p w14:paraId="00F03A6D" w14:textId="77777777" w:rsidR="006C39E0" w:rsidRDefault="006C39E0" w:rsidP="000C3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6AF0" w14:textId="77777777" w:rsidR="00CD34C2" w:rsidRDefault="00CD34C2" w:rsidP="00CD34C2">
    <w:pPr>
      <w:pStyle w:val="Nagwek"/>
      <w:jc w:val="right"/>
    </w:pPr>
    <w:r>
      <w:t>załącznik numer 10</w:t>
    </w:r>
  </w:p>
  <w:p w14:paraId="686CB019" w14:textId="77777777" w:rsidR="00CD34C2" w:rsidRDefault="00CD34C2" w:rsidP="00CD34C2">
    <w:pPr>
      <w:pStyle w:val="Nagwek"/>
      <w:jc w:val="right"/>
    </w:pPr>
    <w:r>
      <w:t xml:space="preserve"> do regulaminu przydzielania i korzystania z miejsc w domu studenta UŁ</w:t>
    </w:r>
  </w:p>
  <w:p w14:paraId="20E36DAB" w14:textId="77777777" w:rsidR="00CD34C2" w:rsidRDefault="00CD3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C0D3B"/>
    <w:multiLevelType w:val="hybridMultilevel"/>
    <w:tmpl w:val="C0EA5B7C"/>
    <w:lvl w:ilvl="0" w:tplc="3A761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AE8AD"/>
    <w:multiLevelType w:val="hybridMultilevel"/>
    <w:tmpl w:val="35B01904"/>
    <w:lvl w:ilvl="0" w:tplc="24D0C348">
      <w:start w:val="1"/>
      <w:numFmt w:val="decimal"/>
      <w:lvlText w:val="%1."/>
      <w:lvlJc w:val="left"/>
      <w:pPr>
        <w:ind w:left="720" w:hanging="360"/>
      </w:pPr>
    </w:lvl>
    <w:lvl w:ilvl="1" w:tplc="4E92A9C4">
      <w:start w:val="1"/>
      <w:numFmt w:val="lowerLetter"/>
      <w:lvlText w:val="%2."/>
      <w:lvlJc w:val="left"/>
      <w:pPr>
        <w:ind w:left="1440" w:hanging="360"/>
      </w:pPr>
    </w:lvl>
    <w:lvl w:ilvl="2" w:tplc="74F07810">
      <w:start w:val="1"/>
      <w:numFmt w:val="lowerRoman"/>
      <w:lvlText w:val="%3."/>
      <w:lvlJc w:val="right"/>
      <w:pPr>
        <w:ind w:left="2160" w:hanging="180"/>
      </w:pPr>
    </w:lvl>
    <w:lvl w:ilvl="3" w:tplc="9708AEE6">
      <w:start w:val="1"/>
      <w:numFmt w:val="decimal"/>
      <w:lvlText w:val="%4."/>
      <w:lvlJc w:val="left"/>
      <w:pPr>
        <w:ind w:left="2880" w:hanging="360"/>
      </w:pPr>
    </w:lvl>
    <w:lvl w:ilvl="4" w:tplc="1DA20ED4">
      <w:start w:val="1"/>
      <w:numFmt w:val="lowerLetter"/>
      <w:lvlText w:val="%5."/>
      <w:lvlJc w:val="left"/>
      <w:pPr>
        <w:ind w:left="3600" w:hanging="360"/>
      </w:pPr>
    </w:lvl>
    <w:lvl w:ilvl="5" w:tplc="4EA22920">
      <w:start w:val="1"/>
      <w:numFmt w:val="lowerRoman"/>
      <w:lvlText w:val="%6."/>
      <w:lvlJc w:val="right"/>
      <w:pPr>
        <w:ind w:left="4320" w:hanging="180"/>
      </w:pPr>
    </w:lvl>
    <w:lvl w:ilvl="6" w:tplc="2EA0177C">
      <w:start w:val="1"/>
      <w:numFmt w:val="decimal"/>
      <w:lvlText w:val="%7."/>
      <w:lvlJc w:val="left"/>
      <w:pPr>
        <w:ind w:left="5040" w:hanging="360"/>
      </w:pPr>
    </w:lvl>
    <w:lvl w:ilvl="7" w:tplc="59884724">
      <w:start w:val="1"/>
      <w:numFmt w:val="lowerLetter"/>
      <w:lvlText w:val="%8."/>
      <w:lvlJc w:val="left"/>
      <w:pPr>
        <w:ind w:left="5760" w:hanging="360"/>
      </w:pPr>
    </w:lvl>
    <w:lvl w:ilvl="8" w:tplc="AF44726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D292F"/>
    <w:multiLevelType w:val="hybridMultilevel"/>
    <w:tmpl w:val="6FFCB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724756">
    <w:abstractNumId w:val="1"/>
  </w:num>
  <w:num w:numId="2" w16cid:durableId="1558007636">
    <w:abstractNumId w:val="2"/>
  </w:num>
  <w:num w:numId="3" w16cid:durableId="6268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5D"/>
    <w:rsid w:val="00000E48"/>
    <w:rsid w:val="000334EF"/>
    <w:rsid w:val="000651DB"/>
    <w:rsid w:val="00075327"/>
    <w:rsid w:val="00085C2D"/>
    <w:rsid w:val="00091F30"/>
    <w:rsid w:val="000A5889"/>
    <w:rsid w:val="000A7C4E"/>
    <w:rsid w:val="000A7D75"/>
    <w:rsid w:val="000B68C4"/>
    <w:rsid w:val="000C3520"/>
    <w:rsid w:val="000C3B58"/>
    <w:rsid w:val="000D45EC"/>
    <w:rsid w:val="000E47ED"/>
    <w:rsid w:val="000F01EB"/>
    <w:rsid w:val="00101771"/>
    <w:rsid w:val="00102AF5"/>
    <w:rsid w:val="00110C67"/>
    <w:rsid w:val="00112BEE"/>
    <w:rsid w:val="0011640D"/>
    <w:rsid w:val="0012459A"/>
    <w:rsid w:val="00131D56"/>
    <w:rsid w:val="00154F37"/>
    <w:rsid w:val="00156E60"/>
    <w:rsid w:val="001958B7"/>
    <w:rsid w:val="001A27A1"/>
    <w:rsid w:val="001A5AE5"/>
    <w:rsid w:val="001E47EC"/>
    <w:rsid w:val="00204A08"/>
    <w:rsid w:val="00216464"/>
    <w:rsid w:val="002266D5"/>
    <w:rsid w:val="00247E90"/>
    <w:rsid w:val="00267F24"/>
    <w:rsid w:val="002735C9"/>
    <w:rsid w:val="002864CD"/>
    <w:rsid w:val="002874E2"/>
    <w:rsid w:val="00297B4D"/>
    <w:rsid w:val="002A1AE3"/>
    <w:rsid w:val="002B624E"/>
    <w:rsid w:val="002B6EA9"/>
    <w:rsid w:val="002F6E63"/>
    <w:rsid w:val="0032492C"/>
    <w:rsid w:val="0032697F"/>
    <w:rsid w:val="003525CA"/>
    <w:rsid w:val="0035473C"/>
    <w:rsid w:val="003660B9"/>
    <w:rsid w:val="00395AEB"/>
    <w:rsid w:val="00396C45"/>
    <w:rsid w:val="003A7213"/>
    <w:rsid w:val="003C1693"/>
    <w:rsid w:val="003D780E"/>
    <w:rsid w:val="003E7249"/>
    <w:rsid w:val="0040045D"/>
    <w:rsid w:val="00403DD0"/>
    <w:rsid w:val="00416E06"/>
    <w:rsid w:val="00420480"/>
    <w:rsid w:val="00432D0C"/>
    <w:rsid w:val="0044724C"/>
    <w:rsid w:val="00453AA6"/>
    <w:rsid w:val="00470DE4"/>
    <w:rsid w:val="00477C54"/>
    <w:rsid w:val="004A74BA"/>
    <w:rsid w:val="004B1EE3"/>
    <w:rsid w:val="004C5A54"/>
    <w:rsid w:val="004E60C1"/>
    <w:rsid w:val="005050E6"/>
    <w:rsid w:val="005242EB"/>
    <w:rsid w:val="0052575E"/>
    <w:rsid w:val="00537998"/>
    <w:rsid w:val="00543A8C"/>
    <w:rsid w:val="00551CB6"/>
    <w:rsid w:val="00571493"/>
    <w:rsid w:val="00593636"/>
    <w:rsid w:val="00593F53"/>
    <w:rsid w:val="00594F36"/>
    <w:rsid w:val="005B1B31"/>
    <w:rsid w:val="005E79D5"/>
    <w:rsid w:val="005F0BA0"/>
    <w:rsid w:val="0063560B"/>
    <w:rsid w:val="00640A1E"/>
    <w:rsid w:val="00646BAA"/>
    <w:rsid w:val="00677386"/>
    <w:rsid w:val="00682E40"/>
    <w:rsid w:val="006A27EB"/>
    <w:rsid w:val="006A40FE"/>
    <w:rsid w:val="006C39E0"/>
    <w:rsid w:val="006E5533"/>
    <w:rsid w:val="0070301C"/>
    <w:rsid w:val="0070345E"/>
    <w:rsid w:val="00712D8D"/>
    <w:rsid w:val="007241E4"/>
    <w:rsid w:val="00724523"/>
    <w:rsid w:val="0077412F"/>
    <w:rsid w:val="007961A2"/>
    <w:rsid w:val="007A1B38"/>
    <w:rsid w:val="007C0460"/>
    <w:rsid w:val="007C2314"/>
    <w:rsid w:val="007C2C81"/>
    <w:rsid w:val="007D18E1"/>
    <w:rsid w:val="007F5B10"/>
    <w:rsid w:val="0080561F"/>
    <w:rsid w:val="008205AC"/>
    <w:rsid w:val="00831C26"/>
    <w:rsid w:val="008412D7"/>
    <w:rsid w:val="008649E8"/>
    <w:rsid w:val="00881417"/>
    <w:rsid w:val="008849B1"/>
    <w:rsid w:val="0089584B"/>
    <w:rsid w:val="008A2EDE"/>
    <w:rsid w:val="008C52B1"/>
    <w:rsid w:val="008D2717"/>
    <w:rsid w:val="008D3519"/>
    <w:rsid w:val="008D5880"/>
    <w:rsid w:val="008D7866"/>
    <w:rsid w:val="008E6B0E"/>
    <w:rsid w:val="00943722"/>
    <w:rsid w:val="00951B09"/>
    <w:rsid w:val="00963D74"/>
    <w:rsid w:val="009651CC"/>
    <w:rsid w:val="009802FC"/>
    <w:rsid w:val="0098498F"/>
    <w:rsid w:val="009B1740"/>
    <w:rsid w:val="009C1085"/>
    <w:rsid w:val="00A22AB8"/>
    <w:rsid w:val="00A242DE"/>
    <w:rsid w:val="00A2745C"/>
    <w:rsid w:val="00A346CC"/>
    <w:rsid w:val="00A37D91"/>
    <w:rsid w:val="00A4128E"/>
    <w:rsid w:val="00A7496E"/>
    <w:rsid w:val="00A8752C"/>
    <w:rsid w:val="00AA60A3"/>
    <w:rsid w:val="00AD5C40"/>
    <w:rsid w:val="00AF45F9"/>
    <w:rsid w:val="00AF5E2C"/>
    <w:rsid w:val="00B013A0"/>
    <w:rsid w:val="00B15EA3"/>
    <w:rsid w:val="00B20149"/>
    <w:rsid w:val="00B43F62"/>
    <w:rsid w:val="00B51B03"/>
    <w:rsid w:val="00B86B06"/>
    <w:rsid w:val="00BA1D48"/>
    <w:rsid w:val="00BA375C"/>
    <w:rsid w:val="00BB2173"/>
    <w:rsid w:val="00BB76C7"/>
    <w:rsid w:val="00BC1CBF"/>
    <w:rsid w:val="00BC5D19"/>
    <w:rsid w:val="00BC78F9"/>
    <w:rsid w:val="00BD133D"/>
    <w:rsid w:val="00BE1B79"/>
    <w:rsid w:val="00BE6E04"/>
    <w:rsid w:val="00BF334E"/>
    <w:rsid w:val="00C371E7"/>
    <w:rsid w:val="00C450F7"/>
    <w:rsid w:val="00C73D7F"/>
    <w:rsid w:val="00C74E76"/>
    <w:rsid w:val="00C9061C"/>
    <w:rsid w:val="00C92214"/>
    <w:rsid w:val="00CA0A5E"/>
    <w:rsid w:val="00CB3398"/>
    <w:rsid w:val="00CD34C2"/>
    <w:rsid w:val="00CF33A7"/>
    <w:rsid w:val="00CF6BAA"/>
    <w:rsid w:val="00D00825"/>
    <w:rsid w:val="00D0336A"/>
    <w:rsid w:val="00D16518"/>
    <w:rsid w:val="00D248D7"/>
    <w:rsid w:val="00D40D0A"/>
    <w:rsid w:val="00D47843"/>
    <w:rsid w:val="00D6716A"/>
    <w:rsid w:val="00D774AF"/>
    <w:rsid w:val="00DB156C"/>
    <w:rsid w:val="00DD32C6"/>
    <w:rsid w:val="00DF0F62"/>
    <w:rsid w:val="00DF45AF"/>
    <w:rsid w:val="00E0505B"/>
    <w:rsid w:val="00E11596"/>
    <w:rsid w:val="00E1542C"/>
    <w:rsid w:val="00E15EBF"/>
    <w:rsid w:val="00E168FA"/>
    <w:rsid w:val="00E24136"/>
    <w:rsid w:val="00E3751D"/>
    <w:rsid w:val="00E5345D"/>
    <w:rsid w:val="00E575E0"/>
    <w:rsid w:val="00E71DE3"/>
    <w:rsid w:val="00E81BFA"/>
    <w:rsid w:val="00E859C8"/>
    <w:rsid w:val="00E92BF4"/>
    <w:rsid w:val="00E935F8"/>
    <w:rsid w:val="00E94CCA"/>
    <w:rsid w:val="00EB6D40"/>
    <w:rsid w:val="00EC5252"/>
    <w:rsid w:val="00ED493C"/>
    <w:rsid w:val="00EE6DF1"/>
    <w:rsid w:val="00EF6187"/>
    <w:rsid w:val="00F028B5"/>
    <w:rsid w:val="00F15423"/>
    <w:rsid w:val="00F24F09"/>
    <w:rsid w:val="00F428A5"/>
    <w:rsid w:val="00F51DD9"/>
    <w:rsid w:val="00F54814"/>
    <w:rsid w:val="00F7208D"/>
    <w:rsid w:val="00F75FB5"/>
    <w:rsid w:val="00F9135B"/>
    <w:rsid w:val="00F9598E"/>
    <w:rsid w:val="2E23E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7F64C8A4"/>
  <w15:chartTrackingRefBased/>
  <w15:docId w15:val="{E60E4F46-1C2D-4C44-A36F-D7FD1AF3F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2D"/>
    <w:pPr>
      <w:spacing w:after="200" w:line="276" w:lineRule="auto"/>
    </w:pPr>
    <w:rPr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45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3B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3B5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C3B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3B58"/>
    <w:rPr>
      <w:sz w:val="22"/>
      <w:szCs w:val="22"/>
    </w:rPr>
  </w:style>
  <w:style w:type="table" w:styleId="Tabela-Siatka">
    <w:name w:val="Table Grid"/>
    <w:basedOn w:val="Standardowy"/>
    <w:uiPriority w:val="59"/>
    <w:rsid w:val="0003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749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9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96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9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49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4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7496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semiHidden/>
    <w:unhideWhenUsed/>
    <w:rsid w:val="004E60C1"/>
    <w:rPr>
      <w:color w:val="0000FF"/>
      <w:u w:val="single"/>
    </w:rPr>
  </w:style>
  <w:style w:type="paragraph" w:customStyle="1" w:styleId="Tekstpodstawowy21">
    <w:name w:val="Tekst podstawowy 21"/>
    <w:basedOn w:val="Normalny"/>
    <w:rsid w:val="0070301C"/>
    <w:pPr>
      <w:suppressAutoHyphens/>
      <w:autoSpaceDN w:val="0"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E935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3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D32C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p.uni.lodz.pl/inne/ochrona-danych-osobowych/klauzule-informacyjn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od@uni.lodz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26A60F-0432-4AD1-9E0F-EC00F301C18A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2.xml><?xml version="1.0" encoding="utf-8"?>
<ds:datastoreItem xmlns:ds="http://schemas.openxmlformats.org/officeDocument/2006/customXml" ds:itemID="{71B77B2C-E6C5-48E2-8EB3-23461426C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5B4560-B27D-48EC-B923-51F4A2FC56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3950</Characters>
  <Application>Microsoft Office Word</Application>
  <DocSecurity>0</DocSecurity>
  <Lines>32</Lines>
  <Paragraphs>9</Paragraphs>
  <ScaleCrop>false</ScaleCrop>
  <Company>University of Lodz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Rajmund Kozioł</dc:creator>
  <cp:keywords/>
  <cp:lastModifiedBy>Marta Kozik</cp:lastModifiedBy>
  <cp:revision>10</cp:revision>
  <cp:lastPrinted>2020-02-05T23:21:00Z</cp:lastPrinted>
  <dcterms:created xsi:type="dcterms:W3CDTF">2022-07-27T06:46:00Z</dcterms:created>
  <dcterms:modified xsi:type="dcterms:W3CDTF">2023-09-13T07:46:00Z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Order">
    <vt:r8>10700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