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84FE6" w14:textId="62987752" w:rsidR="00E515C3" w:rsidRPr="00E75B9D" w:rsidRDefault="004A142D" w:rsidP="00B448A9">
      <w:pPr>
        <w:jc w:val="center"/>
        <w:rPr>
          <w:rFonts w:ascii="Times New Roman" w:hAnsi="Times New Roman" w:cs="Times New Roman"/>
          <w:b/>
        </w:rPr>
      </w:pPr>
      <w:r w:rsidRPr="00E75B9D">
        <w:rPr>
          <w:rFonts w:ascii="Times New Roman" w:hAnsi="Times New Roman" w:cs="Times New Roman"/>
          <w:b/>
        </w:rPr>
        <w:t>Zakres zadań w</w:t>
      </w:r>
      <w:r w:rsidR="008A5111">
        <w:rPr>
          <w:rFonts w:ascii="Times New Roman" w:hAnsi="Times New Roman" w:cs="Times New Roman"/>
          <w:b/>
        </w:rPr>
        <w:t xml:space="preserve"> ramach przyznawania/rezerwacji</w:t>
      </w:r>
      <w:r w:rsidRPr="00E75B9D">
        <w:rPr>
          <w:rFonts w:ascii="Times New Roman" w:hAnsi="Times New Roman" w:cs="Times New Roman"/>
          <w:b/>
        </w:rPr>
        <w:t xml:space="preserve">/zamiany miejsc w Domach Studenckich UŁ dla studentów cudzoziemców/słuchaczy </w:t>
      </w:r>
      <w:r w:rsidR="00A8633D">
        <w:rPr>
          <w:rFonts w:ascii="Times New Roman" w:hAnsi="Times New Roman" w:cs="Times New Roman"/>
          <w:b/>
        </w:rPr>
        <w:t xml:space="preserve">ze </w:t>
      </w:r>
      <w:proofErr w:type="spellStart"/>
      <w:r w:rsidRPr="00E75B9D">
        <w:rPr>
          <w:rFonts w:ascii="Times New Roman" w:hAnsi="Times New Roman" w:cs="Times New Roman"/>
          <w:b/>
        </w:rPr>
        <w:t>SJPdC</w:t>
      </w:r>
      <w:proofErr w:type="spellEnd"/>
    </w:p>
    <w:p w14:paraId="67AE26DC" w14:textId="77777777" w:rsidR="004A142D" w:rsidRPr="00E75B9D" w:rsidRDefault="004A142D" w:rsidP="00D35D1A">
      <w:pPr>
        <w:jc w:val="both"/>
        <w:rPr>
          <w:rFonts w:ascii="Times New Roman" w:hAnsi="Times New Roman" w:cs="Times New Roman"/>
        </w:rPr>
      </w:pPr>
    </w:p>
    <w:p w14:paraId="1F15C3E1" w14:textId="63AFE6F3" w:rsidR="004A142D" w:rsidRPr="00497F16" w:rsidRDefault="0C6FC74F" w:rsidP="6D92D155">
      <w:pPr>
        <w:jc w:val="both"/>
        <w:rPr>
          <w:rFonts w:ascii="Times New Roman" w:hAnsi="Times New Roman" w:cs="Times New Roman"/>
        </w:rPr>
      </w:pPr>
      <w:proofErr w:type="spellStart"/>
      <w:r w:rsidRPr="00497F16">
        <w:rPr>
          <w:rFonts w:ascii="Calibri" w:eastAsia="Calibri" w:hAnsi="Calibri" w:cs="Calibri"/>
        </w:rPr>
        <w:t>COSSiSSiD</w:t>
      </w:r>
      <w:proofErr w:type="spellEnd"/>
      <w:r w:rsidR="00497F16" w:rsidRPr="00497F16">
        <w:rPr>
          <w:rFonts w:ascii="Times New Roman" w:eastAsia="Times New Roman" w:hAnsi="Times New Roman" w:cs="Times New Roman"/>
        </w:rPr>
        <w:t>/</w:t>
      </w:r>
      <w:r w:rsidR="008A5111" w:rsidRPr="00497F16">
        <w:rPr>
          <w:rFonts w:ascii="Times New Roman" w:hAnsi="Times New Roman" w:cs="Times New Roman"/>
        </w:rPr>
        <w:t xml:space="preserve">administracja DS </w:t>
      </w:r>
      <w:r w:rsidR="004A142D" w:rsidRPr="00497F16">
        <w:rPr>
          <w:rFonts w:ascii="Times New Roman" w:hAnsi="Times New Roman" w:cs="Times New Roman"/>
        </w:rPr>
        <w:t>odpowiada za:</w:t>
      </w:r>
    </w:p>
    <w:p w14:paraId="21084F2E" w14:textId="313F2C23" w:rsidR="004A142D" w:rsidRPr="00E75B9D" w:rsidRDefault="00A538EA" w:rsidP="005558A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A142D" w:rsidRPr="00E75B9D">
        <w:rPr>
          <w:rFonts w:ascii="Times New Roman" w:hAnsi="Times New Roman" w:cs="Times New Roman"/>
        </w:rPr>
        <w:t>rzyjmowanie, wpisywanie wniosków do systemu USOS i przygotowanie listy na UK-D</w:t>
      </w:r>
      <w:r w:rsidR="00426DBF">
        <w:rPr>
          <w:rFonts w:ascii="Times New Roman" w:hAnsi="Times New Roman" w:cs="Times New Roman"/>
        </w:rPr>
        <w:t>S</w:t>
      </w:r>
      <w:r w:rsidR="00D059C3">
        <w:rPr>
          <w:rFonts w:ascii="Times New Roman" w:hAnsi="Times New Roman" w:cs="Times New Roman"/>
        </w:rPr>
        <w:t xml:space="preserve"> na wakacje (studentów</w:t>
      </w:r>
      <w:r w:rsidR="006E29F9">
        <w:rPr>
          <w:rFonts w:ascii="Times New Roman" w:hAnsi="Times New Roman" w:cs="Times New Roman"/>
        </w:rPr>
        <w:t>/doktorantów</w:t>
      </w:r>
      <w:r w:rsidR="00D059C3" w:rsidRPr="00107C89">
        <w:rPr>
          <w:rFonts w:ascii="Times New Roman" w:hAnsi="Times New Roman" w:cs="Times New Roman"/>
          <w:strike/>
        </w:rPr>
        <w:t>-</w:t>
      </w:r>
      <w:r w:rsidR="00D059C3" w:rsidRPr="00107C89">
        <w:rPr>
          <w:rFonts w:ascii="Times New Roman" w:hAnsi="Times New Roman" w:cs="Times New Roman"/>
        </w:rPr>
        <w:t>cudzoziemców</w:t>
      </w:r>
      <w:r w:rsidR="005558A5" w:rsidRPr="00107C89">
        <w:rPr>
          <w:rFonts w:ascii="Times New Roman" w:hAnsi="Times New Roman" w:cs="Times New Roman"/>
        </w:rPr>
        <w:t xml:space="preserve"> </w:t>
      </w:r>
      <w:r w:rsidR="00D059C3">
        <w:rPr>
          <w:rFonts w:ascii="Times New Roman" w:hAnsi="Times New Roman" w:cs="Times New Roman"/>
        </w:rPr>
        <w:t xml:space="preserve">) </w:t>
      </w:r>
      <w:r w:rsidR="004A142D" w:rsidRPr="00E75B9D">
        <w:rPr>
          <w:rFonts w:ascii="Times New Roman" w:hAnsi="Times New Roman" w:cs="Times New Roman"/>
        </w:rPr>
        <w:t>zakwaterowanych zgodnie</w:t>
      </w:r>
      <w:r w:rsidR="00107C89">
        <w:rPr>
          <w:rFonts w:ascii="Times New Roman" w:hAnsi="Times New Roman" w:cs="Times New Roman"/>
        </w:rPr>
        <w:t xml:space="preserve"> </w:t>
      </w:r>
      <w:r w:rsidR="004A142D" w:rsidRPr="00E75B9D">
        <w:rPr>
          <w:rFonts w:ascii="Times New Roman" w:hAnsi="Times New Roman" w:cs="Times New Roman"/>
        </w:rPr>
        <w:t>z zasadami</w:t>
      </w:r>
      <w:r w:rsidR="005558A5">
        <w:rPr>
          <w:rFonts w:ascii="Times New Roman" w:hAnsi="Times New Roman" w:cs="Times New Roman"/>
        </w:rPr>
        <w:t xml:space="preserve"> </w:t>
      </w:r>
      <w:r w:rsidR="004A142D" w:rsidRPr="00E75B9D">
        <w:rPr>
          <w:rFonts w:ascii="Times New Roman" w:hAnsi="Times New Roman" w:cs="Times New Roman"/>
        </w:rPr>
        <w:t xml:space="preserve">określonymi w </w:t>
      </w:r>
      <w:r w:rsidR="004A142D" w:rsidRPr="00E75B9D">
        <w:rPr>
          <w:rFonts w:ascii="Times New Roman" w:hAnsi="Times New Roman" w:cs="Times New Roman"/>
          <w:bCs/>
        </w:rPr>
        <w:t xml:space="preserve">§ </w:t>
      </w:r>
      <w:r w:rsidR="00B36717">
        <w:rPr>
          <w:rFonts w:ascii="Times New Roman" w:hAnsi="Times New Roman" w:cs="Times New Roman"/>
          <w:bCs/>
        </w:rPr>
        <w:t>15</w:t>
      </w:r>
      <w:r w:rsidR="00D059C3">
        <w:rPr>
          <w:rFonts w:ascii="Times New Roman" w:hAnsi="Times New Roman" w:cs="Times New Roman"/>
          <w:bCs/>
        </w:rPr>
        <w:t> </w:t>
      </w:r>
      <w:r w:rsidR="004A142D" w:rsidRPr="00E75B9D">
        <w:rPr>
          <w:rFonts w:ascii="Times New Roman" w:hAnsi="Times New Roman" w:cs="Times New Roman"/>
          <w:bCs/>
        </w:rPr>
        <w:t>Regulaminu</w:t>
      </w:r>
      <w:r>
        <w:rPr>
          <w:rFonts w:ascii="Times New Roman" w:hAnsi="Times New Roman" w:cs="Times New Roman"/>
        </w:rPr>
        <w:t>;</w:t>
      </w:r>
    </w:p>
    <w:p w14:paraId="56D25347" w14:textId="60B918D4" w:rsidR="004A142D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A142D" w:rsidRPr="00E75B9D">
        <w:rPr>
          <w:rFonts w:ascii="Times New Roman" w:hAnsi="Times New Roman" w:cs="Times New Roman"/>
        </w:rPr>
        <w:t>rzyjmowanie, wpisywanie wn</w:t>
      </w:r>
      <w:r w:rsidR="00720C2B" w:rsidRPr="00E75B9D">
        <w:rPr>
          <w:rFonts w:ascii="Times New Roman" w:hAnsi="Times New Roman" w:cs="Times New Roman"/>
        </w:rPr>
        <w:t>iosków do systemu USOS</w:t>
      </w:r>
      <w:r w:rsidR="00D35D1A" w:rsidRPr="00E75B9D">
        <w:rPr>
          <w:rFonts w:ascii="Times New Roman" w:hAnsi="Times New Roman" w:cs="Times New Roman"/>
        </w:rPr>
        <w:t>, przygotowywania</w:t>
      </w:r>
      <w:r w:rsidR="00720C2B" w:rsidRPr="00E75B9D">
        <w:rPr>
          <w:rFonts w:ascii="Times New Roman" w:hAnsi="Times New Roman" w:cs="Times New Roman"/>
        </w:rPr>
        <w:t xml:space="preserve"> listy</w:t>
      </w:r>
      <w:r w:rsidR="00D35D1A" w:rsidRPr="00E75B9D">
        <w:rPr>
          <w:rFonts w:ascii="Times New Roman" w:hAnsi="Times New Roman" w:cs="Times New Roman"/>
        </w:rPr>
        <w:t xml:space="preserve"> na UK-DS</w:t>
      </w:r>
      <w:r w:rsidR="00720C2B" w:rsidRPr="00E75B9D">
        <w:rPr>
          <w:rFonts w:ascii="Times New Roman" w:hAnsi="Times New Roman" w:cs="Times New Roman"/>
        </w:rPr>
        <w:t xml:space="preserve"> studentów</w:t>
      </w:r>
      <w:r w:rsidR="006E29F9">
        <w:rPr>
          <w:rFonts w:ascii="Times New Roman" w:hAnsi="Times New Roman" w:cs="Times New Roman"/>
        </w:rPr>
        <w:t>/doktorantów-</w:t>
      </w:r>
      <w:r w:rsidR="00720C2B" w:rsidRPr="00E75B9D">
        <w:rPr>
          <w:rFonts w:ascii="Times New Roman" w:hAnsi="Times New Roman" w:cs="Times New Roman"/>
        </w:rPr>
        <w:t xml:space="preserve"> cudzoziemców po przekazaniu puli</w:t>
      </w:r>
      <w:r w:rsidR="00926B8A">
        <w:rPr>
          <w:rFonts w:ascii="Times New Roman" w:hAnsi="Times New Roman" w:cs="Times New Roman"/>
        </w:rPr>
        <w:t>,</w:t>
      </w:r>
      <w:r w:rsidR="00720C2B" w:rsidRPr="00E75B9D">
        <w:rPr>
          <w:rFonts w:ascii="Times New Roman" w:hAnsi="Times New Roman" w:cs="Times New Roman"/>
        </w:rPr>
        <w:t xml:space="preserve"> tj. po terminach:</w:t>
      </w:r>
    </w:p>
    <w:p w14:paraId="77D9559B" w14:textId="318115ED" w:rsidR="00B36717" w:rsidRDefault="00E75B9D" w:rsidP="00B3671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>p</w:t>
      </w:r>
      <w:r w:rsidR="002D08C8" w:rsidRPr="00B36717">
        <w:rPr>
          <w:rFonts w:ascii="Times New Roman" w:hAnsi="Times New Roman" w:cs="Times New Roman"/>
          <w:bCs/>
        </w:rPr>
        <w:t xml:space="preserve">o </w:t>
      </w:r>
      <w:r w:rsidR="00051316" w:rsidRPr="00B36717">
        <w:rPr>
          <w:rFonts w:ascii="Times New Roman" w:hAnsi="Times New Roman" w:cs="Times New Roman"/>
          <w:bCs/>
        </w:rPr>
        <w:t>30 października</w:t>
      </w:r>
      <w:r w:rsidR="00926B8A">
        <w:rPr>
          <w:rFonts w:ascii="Times New Roman" w:hAnsi="Times New Roman" w:cs="Times New Roman"/>
          <w:bCs/>
        </w:rPr>
        <w:t>,</w:t>
      </w:r>
      <w:r w:rsidR="00051316" w:rsidRPr="00B36717">
        <w:rPr>
          <w:rFonts w:ascii="Times New Roman" w:hAnsi="Times New Roman" w:cs="Times New Roman"/>
          <w:bCs/>
        </w:rPr>
        <w:t xml:space="preserve"> </w:t>
      </w:r>
    </w:p>
    <w:p w14:paraId="08653041" w14:textId="53DF5B76" w:rsidR="00051316" w:rsidRPr="00B36717" w:rsidRDefault="00051316" w:rsidP="00B3671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>od 1 tygodnia przed rozpoczęciem semestru letniego do 2 tygodni po rozpoczęciu semestru letniego – BWZ wnioskuje o pulę</w:t>
      </w:r>
      <w:r w:rsidR="00C41556" w:rsidRPr="00B36717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jeśli liczba studentów, którzy mają być zakwaterowani</w:t>
      </w:r>
      <w:r w:rsidR="00926B8A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jest większa od liczby zwa</w:t>
      </w:r>
      <w:r w:rsidR="00A538EA">
        <w:rPr>
          <w:rFonts w:ascii="Times New Roman" w:hAnsi="Times New Roman" w:cs="Times New Roman"/>
          <w:bCs/>
        </w:rPr>
        <w:t>lnianych miejsc przez studentów-</w:t>
      </w:r>
      <w:r w:rsidRPr="00B36717">
        <w:rPr>
          <w:rFonts w:ascii="Times New Roman" w:hAnsi="Times New Roman" w:cs="Times New Roman"/>
          <w:bCs/>
        </w:rPr>
        <w:t xml:space="preserve">cudzoziemców, którzy kończą studia w semestrze zimowym </w:t>
      </w:r>
      <w:r w:rsidR="00AD467B" w:rsidRPr="00B36717">
        <w:rPr>
          <w:rFonts w:ascii="Times New Roman" w:hAnsi="Times New Roman" w:cs="Times New Roman"/>
          <w:bCs/>
        </w:rPr>
        <w:t>(</w:t>
      </w:r>
      <w:r w:rsidRPr="00B36717">
        <w:rPr>
          <w:rFonts w:ascii="Times New Roman" w:hAnsi="Times New Roman" w:cs="Times New Roman"/>
          <w:bCs/>
        </w:rPr>
        <w:t>z wyłączeniem zamiany miejsc</w:t>
      </w:r>
      <w:r w:rsidR="00AD467B" w:rsidRPr="00B36717">
        <w:rPr>
          <w:rFonts w:ascii="Times New Roman" w:hAnsi="Times New Roman" w:cs="Times New Roman"/>
          <w:bCs/>
        </w:rPr>
        <w:t>)</w:t>
      </w:r>
      <w:r w:rsidR="00A538EA">
        <w:rPr>
          <w:rFonts w:ascii="Times New Roman" w:hAnsi="Times New Roman" w:cs="Times New Roman"/>
          <w:bCs/>
        </w:rPr>
        <w:t>;</w:t>
      </w:r>
    </w:p>
    <w:p w14:paraId="6FC8096F" w14:textId="6054A0F6" w:rsidR="00F86724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s</w:t>
      </w:r>
      <w:r w:rsidR="00500499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>ystematyczne wprowadzanie w</w:t>
      </w:r>
      <w:r w:rsidR="00D35D1A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te</w:t>
      </w:r>
      <w:r w:rsidR="00F86724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>rminach określonych w ust. 2</w:t>
      </w:r>
      <w:r w:rsidR="00500499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>,</w:t>
      </w:r>
      <w:r w:rsidR="00F86724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  <w:r w:rsidR="00F86724" w:rsidRPr="00E75B9D">
        <w:rPr>
          <w:rFonts w:ascii="Times New Roman" w:eastAsia="SimSun" w:hAnsi="Times New Roman" w:cs="Times New Roman"/>
          <w:kern w:val="1"/>
          <w:lang w:eastAsia="hi-IN" w:bidi="hi-IN"/>
        </w:rPr>
        <w:t xml:space="preserve">do systemu podań </w:t>
      </w:r>
      <w:r w:rsidR="00D35D1A" w:rsidRPr="00E75B9D">
        <w:rPr>
          <w:rFonts w:ascii="Times New Roman" w:eastAsia="SimSun" w:hAnsi="Times New Roman" w:cs="Times New Roman"/>
          <w:kern w:val="1"/>
          <w:lang w:eastAsia="hi-IN" w:bidi="hi-IN"/>
        </w:rPr>
        <w:br/>
      </w:r>
      <w:r w:rsidR="00F86724" w:rsidRPr="00E75B9D">
        <w:rPr>
          <w:rFonts w:ascii="Times New Roman" w:eastAsia="SimSun" w:hAnsi="Times New Roman" w:cs="Times New Roman"/>
          <w:kern w:val="1"/>
          <w:lang w:eastAsia="hi-IN" w:bidi="hi-IN"/>
        </w:rPr>
        <w:t>w bazie USOS wniosków studentów/doktorantów ubiegających się o przydzielenie/rezerwację miejsca w DS lub zamianę DS oraz wprowadzani</w:t>
      </w:r>
      <w:r w:rsidR="00E70AFB">
        <w:rPr>
          <w:rFonts w:ascii="Times New Roman" w:eastAsia="SimSun" w:hAnsi="Times New Roman" w:cs="Times New Roman"/>
          <w:kern w:val="1"/>
          <w:lang w:eastAsia="hi-IN" w:bidi="hi-IN"/>
        </w:rPr>
        <w:t>e</w:t>
      </w:r>
      <w:r w:rsidR="00F86724" w:rsidRPr="00E75B9D">
        <w:rPr>
          <w:rFonts w:ascii="Times New Roman" w:eastAsia="SimSun" w:hAnsi="Times New Roman" w:cs="Times New Roman"/>
          <w:kern w:val="1"/>
          <w:lang w:eastAsia="hi-IN" w:bidi="hi-IN"/>
        </w:rPr>
        <w:t xml:space="preserve"> na bieżąco decyzji o przyznaniu/odmowie przyznania miejsca </w:t>
      </w:r>
      <w:r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w DS;</w:t>
      </w:r>
    </w:p>
    <w:p w14:paraId="29EF79D0" w14:textId="0C318896" w:rsidR="003857DF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i</w:t>
      </w:r>
      <w:r w:rsidR="00B36717">
        <w:rPr>
          <w:rFonts w:ascii="Times New Roman" w:eastAsia="SimSun" w:hAnsi="Times New Roman" w:cs="Times New Roman"/>
          <w:bCs/>
          <w:kern w:val="1"/>
          <w:lang w:eastAsia="hi-IN" w:bidi="hi-IN"/>
        </w:rPr>
        <w:t>nformowanie studentów</w:t>
      </w:r>
      <w:r w:rsidR="005558A5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  <w:r w:rsidR="00AD5001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- </w:t>
      </w:r>
      <w:r w:rsidR="003857DF" w:rsidRPr="00AD5001">
        <w:rPr>
          <w:rFonts w:ascii="Times New Roman" w:eastAsia="SimSun" w:hAnsi="Times New Roman" w:cs="Times New Roman"/>
          <w:bCs/>
          <w:kern w:val="1"/>
          <w:lang w:eastAsia="hi-IN" w:bidi="hi-IN"/>
        </w:rPr>
        <w:t>cudzoziemców</w:t>
      </w:r>
      <w:r w:rsidR="003857DF" w:rsidRPr="00E75B9D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o przyznaniu lub odrzuceniu wniosku o 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zakwaterowanie na okres wakacji;</w:t>
      </w:r>
    </w:p>
    <w:p w14:paraId="681EDCBC" w14:textId="151332DF" w:rsidR="00D35D1A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D35D1A" w:rsidRPr="00E75B9D">
        <w:rPr>
          <w:rFonts w:ascii="Times New Roman" w:hAnsi="Times New Roman" w:cs="Times New Roman"/>
        </w:rPr>
        <w:t>ieżące</w:t>
      </w:r>
      <w:r w:rsidR="00E75B9D" w:rsidRPr="00E75B9D">
        <w:rPr>
          <w:rFonts w:ascii="Times New Roman" w:hAnsi="Times New Roman" w:cs="Times New Roman"/>
        </w:rPr>
        <w:t xml:space="preserve"> </w:t>
      </w:r>
      <w:r w:rsidR="00D35D1A" w:rsidRPr="00E75B9D">
        <w:rPr>
          <w:rFonts w:ascii="Times New Roman" w:hAnsi="Times New Roman" w:cs="Times New Roman"/>
        </w:rPr>
        <w:t>przekazywani</w:t>
      </w:r>
      <w:r w:rsidR="00E75B9D" w:rsidRPr="00E75B9D">
        <w:rPr>
          <w:rFonts w:ascii="Times New Roman" w:hAnsi="Times New Roman" w:cs="Times New Roman"/>
        </w:rPr>
        <w:t>e</w:t>
      </w:r>
      <w:r w:rsidR="00D35D1A" w:rsidRPr="00E75B9D">
        <w:rPr>
          <w:rFonts w:ascii="Times New Roman" w:hAnsi="Times New Roman" w:cs="Times New Roman"/>
        </w:rPr>
        <w:t xml:space="preserve"> informacji o naruszeniach Regulaminu </w:t>
      </w:r>
      <w:r w:rsidR="00B36717">
        <w:rPr>
          <w:rFonts w:ascii="Times New Roman" w:hAnsi="Times New Roman" w:cs="Times New Roman"/>
        </w:rPr>
        <w:t>przydzielania i korzystania z</w:t>
      </w:r>
      <w:r w:rsidR="00926B8A">
        <w:rPr>
          <w:rFonts w:ascii="Times New Roman" w:hAnsi="Times New Roman" w:cs="Times New Roman"/>
        </w:rPr>
        <w:t xml:space="preserve"> </w:t>
      </w:r>
      <w:r w:rsidR="00B36717">
        <w:rPr>
          <w:rFonts w:ascii="Times New Roman" w:hAnsi="Times New Roman" w:cs="Times New Roman"/>
        </w:rPr>
        <w:t xml:space="preserve">miejsc w Domach Studenckich Uniwersytetu Łódzkiego </w:t>
      </w:r>
      <w:r w:rsidR="00D35D1A" w:rsidRPr="00E75B9D">
        <w:rPr>
          <w:rFonts w:ascii="Times New Roman" w:hAnsi="Times New Roman" w:cs="Times New Roman"/>
        </w:rPr>
        <w:t>i porządk</w:t>
      </w:r>
      <w:r w:rsidR="00500499" w:rsidRPr="00E75B9D">
        <w:rPr>
          <w:rFonts w:ascii="Times New Roman" w:hAnsi="Times New Roman" w:cs="Times New Roman"/>
        </w:rPr>
        <w:t>u</w:t>
      </w:r>
      <w:r w:rsidR="00926B8A">
        <w:rPr>
          <w:rFonts w:ascii="Times New Roman" w:hAnsi="Times New Roman" w:cs="Times New Roman"/>
        </w:rPr>
        <w:t>,</w:t>
      </w:r>
      <w:r w:rsidR="00500499" w:rsidRPr="00E75B9D">
        <w:rPr>
          <w:rFonts w:ascii="Times New Roman" w:hAnsi="Times New Roman" w:cs="Times New Roman"/>
        </w:rPr>
        <w:t xml:space="preserve"> jaki obowiązuje w</w:t>
      </w:r>
      <w:r w:rsidR="00926B8A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omach Studenckich</w:t>
      </w:r>
      <w:r w:rsidR="00926B8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500499" w:rsidRPr="00E75B9D">
        <w:rPr>
          <w:rFonts w:ascii="Times New Roman" w:hAnsi="Times New Roman" w:cs="Times New Roman"/>
        </w:rPr>
        <w:t>np. o p</w:t>
      </w:r>
      <w:r w:rsidR="00D35D1A" w:rsidRPr="00E75B9D">
        <w:rPr>
          <w:rFonts w:ascii="Times New Roman" w:hAnsi="Times New Roman" w:cs="Times New Roman"/>
        </w:rPr>
        <w:t xml:space="preserve">ozbawieniu miejsca, zaległościach, które mogą skutkować </w:t>
      </w:r>
      <w:r w:rsidR="00500499" w:rsidRPr="00E75B9D">
        <w:rPr>
          <w:rFonts w:ascii="Times New Roman" w:hAnsi="Times New Roman" w:cs="Times New Roman"/>
        </w:rPr>
        <w:t>utratą miejsca w</w:t>
      </w:r>
      <w:r>
        <w:rPr>
          <w:rFonts w:ascii="Times New Roman" w:hAnsi="Times New Roman" w:cs="Times New Roman"/>
        </w:rPr>
        <w:t> DS;</w:t>
      </w:r>
    </w:p>
    <w:p w14:paraId="03070A6B" w14:textId="6ACEB4A8" w:rsidR="001C739D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AD467B" w:rsidRPr="00E75B9D">
        <w:rPr>
          <w:rFonts w:ascii="Times New Roman" w:hAnsi="Times New Roman" w:cs="Times New Roman"/>
        </w:rPr>
        <w:t>ieżące</w:t>
      </w:r>
      <w:r w:rsidR="00E75B9D" w:rsidRPr="00E75B9D">
        <w:rPr>
          <w:rFonts w:ascii="Times New Roman" w:hAnsi="Times New Roman" w:cs="Times New Roman"/>
        </w:rPr>
        <w:t xml:space="preserve"> kontrolowanie</w:t>
      </w:r>
      <w:r w:rsidR="00AD467B" w:rsidRPr="00E75B9D">
        <w:rPr>
          <w:rFonts w:ascii="Times New Roman" w:hAnsi="Times New Roman" w:cs="Times New Roman"/>
        </w:rPr>
        <w:t xml:space="preserve"> kont</w:t>
      </w:r>
      <w:r w:rsidR="001C739D" w:rsidRPr="00E75B9D">
        <w:rPr>
          <w:rFonts w:ascii="Times New Roman" w:hAnsi="Times New Roman" w:cs="Times New Roman"/>
        </w:rPr>
        <w:t xml:space="preserve"> </w:t>
      </w:r>
      <w:r w:rsidR="00E75B9D" w:rsidRPr="00E75B9D">
        <w:rPr>
          <w:rFonts w:ascii="Times New Roman" w:hAnsi="Times New Roman" w:cs="Times New Roman"/>
        </w:rPr>
        <w:t>kaucyjnych</w:t>
      </w:r>
      <w:r w:rsidR="001C739D" w:rsidRPr="00E75B9D">
        <w:rPr>
          <w:rFonts w:ascii="Times New Roman" w:hAnsi="Times New Roman" w:cs="Times New Roman"/>
        </w:rPr>
        <w:t xml:space="preserve"> i przekazywani</w:t>
      </w:r>
      <w:r w:rsidR="00926B8A">
        <w:rPr>
          <w:rFonts w:ascii="Times New Roman" w:hAnsi="Times New Roman" w:cs="Times New Roman"/>
        </w:rPr>
        <w:t>e</w:t>
      </w:r>
      <w:r w:rsidR="001C739D" w:rsidRPr="00E75B9D">
        <w:rPr>
          <w:rFonts w:ascii="Times New Roman" w:hAnsi="Times New Roman" w:cs="Times New Roman"/>
        </w:rPr>
        <w:t xml:space="preserve"> stosownych informacji</w:t>
      </w:r>
      <w:r w:rsidR="00926B8A">
        <w:rPr>
          <w:rFonts w:ascii="Times New Roman" w:hAnsi="Times New Roman" w:cs="Times New Roman"/>
        </w:rPr>
        <w:t>;</w:t>
      </w:r>
    </w:p>
    <w:p w14:paraId="4027507C" w14:textId="602D980D" w:rsidR="00081E3B" w:rsidRPr="00E75B9D" w:rsidRDefault="00926B8A" w:rsidP="00AD467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DS</w:t>
      </w:r>
      <w:r w:rsidR="00B36717">
        <w:rPr>
          <w:rFonts w:ascii="Times New Roman" w:hAnsi="Times New Roman" w:cs="Times New Roman"/>
          <w:bCs/>
        </w:rPr>
        <w:t>-</w:t>
      </w:r>
      <w:r w:rsidR="00081E3B" w:rsidRPr="00E75B9D">
        <w:rPr>
          <w:rFonts w:ascii="Times New Roman" w:hAnsi="Times New Roman" w:cs="Times New Roman"/>
          <w:bCs/>
        </w:rPr>
        <w:t>y są zobowiązan</w:t>
      </w:r>
      <w:r w:rsidR="00500499" w:rsidRPr="00E75B9D">
        <w:rPr>
          <w:rFonts w:ascii="Times New Roman" w:hAnsi="Times New Roman" w:cs="Times New Roman"/>
          <w:bCs/>
        </w:rPr>
        <w:t xml:space="preserve">e </w:t>
      </w:r>
      <w:r w:rsidR="00081E3B" w:rsidRPr="00E75B9D">
        <w:rPr>
          <w:rFonts w:ascii="Times New Roman" w:hAnsi="Times New Roman" w:cs="Times New Roman"/>
          <w:bCs/>
        </w:rPr>
        <w:t xml:space="preserve"> przekazywać</w:t>
      </w:r>
      <w:r w:rsidR="00AD467B" w:rsidRPr="00E75B9D">
        <w:rPr>
          <w:rFonts w:ascii="Times New Roman" w:hAnsi="Times New Roman" w:cs="Times New Roman"/>
          <w:bCs/>
        </w:rPr>
        <w:t xml:space="preserve"> na</w:t>
      </w:r>
      <w:r w:rsidR="00081E3B" w:rsidRPr="00E75B9D">
        <w:rPr>
          <w:rFonts w:ascii="Times New Roman" w:hAnsi="Times New Roman" w:cs="Times New Roman"/>
          <w:bCs/>
        </w:rPr>
        <w:t xml:space="preserve"> </w:t>
      </w:r>
      <w:r w:rsidR="00AD467B" w:rsidRPr="00E75B9D">
        <w:rPr>
          <w:rFonts w:ascii="Times New Roman" w:hAnsi="Times New Roman" w:cs="Times New Roman"/>
          <w:bCs/>
        </w:rPr>
        <w:t xml:space="preserve">wniosek </w:t>
      </w:r>
      <w:r w:rsidR="00081E3B" w:rsidRPr="00E75B9D">
        <w:rPr>
          <w:rFonts w:ascii="Times New Roman" w:hAnsi="Times New Roman" w:cs="Times New Roman"/>
          <w:bCs/>
        </w:rPr>
        <w:t>BWZ aktualne</w:t>
      </w:r>
      <w:r w:rsidR="00B36717">
        <w:rPr>
          <w:rFonts w:ascii="Times New Roman" w:hAnsi="Times New Roman" w:cs="Times New Roman"/>
          <w:bCs/>
        </w:rPr>
        <w:t xml:space="preserve"> listy zakwaterowania studentów</w:t>
      </w:r>
      <w:r w:rsidR="006E29F9">
        <w:rPr>
          <w:rFonts w:ascii="Times New Roman" w:hAnsi="Times New Roman" w:cs="Times New Roman"/>
          <w:bCs/>
        </w:rPr>
        <w:t>/doktorantów</w:t>
      </w:r>
      <w:r w:rsidR="005558A5">
        <w:rPr>
          <w:rFonts w:ascii="Times New Roman" w:hAnsi="Times New Roman" w:cs="Times New Roman"/>
          <w:bCs/>
          <w:color w:val="FF0000"/>
        </w:rPr>
        <w:t xml:space="preserve"> </w:t>
      </w:r>
      <w:r w:rsidR="00B36717" w:rsidRPr="00AD5001">
        <w:rPr>
          <w:rFonts w:ascii="Times New Roman" w:hAnsi="Times New Roman" w:cs="Times New Roman"/>
          <w:bCs/>
        </w:rPr>
        <w:t>-</w:t>
      </w:r>
      <w:r w:rsidR="00081E3B" w:rsidRPr="00AD5001">
        <w:rPr>
          <w:rFonts w:ascii="Times New Roman" w:hAnsi="Times New Roman" w:cs="Times New Roman"/>
          <w:bCs/>
        </w:rPr>
        <w:t xml:space="preserve"> cudzoziemców</w:t>
      </w:r>
      <w:r w:rsidR="00081E3B" w:rsidRPr="00E75B9D">
        <w:rPr>
          <w:rFonts w:ascii="Times New Roman" w:hAnsi="Times New Roman" w:cs="Times New Roman"/>
          <w:bCs/>
        </w:rPr>
        <w:t xml:space="preserve"> w okresie od 15 września do 30 października</w:t>
      </w:r>
      <w:r w:rsidR="00A538EA">
        <w:rPr>
          <w:rFonts w:ascii="Times New Roman" w:hAnsi="Times New Roman" w:cs="Times New Roman"/>
          <w:bCs/>
        </w:rPr>
        <w:t xml:space="preserve"> oraz na przełomie semestrów;</w:t>
      </w:r>
    </w:p>
    <w:p w14:paraId="3F4785EF" w14:textId="04B3D2A5" w:rsidR="00D35D1A" w:rsidRPr="00E75B9D" w:rsidRDefault="00A538EA" w:rsidP="00D35D1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sprawy</w:t>
      </w:r>
      <w:r w:rsidR="00D35D1A" w:rsidRPr="00E75B9D">
        <w:rPr>
          <w:rFonts w:ascii="Times New Roman" w:hAnsi="Times New Roman" w:cs="Times New Roman"/>
        </w:rPr>
        <w:t xml:space="preserve"> dotycząc</w:t>
      </w:r>
      <w:r>
        <w:rPr>
          <w:rFonts w:ascii="Times New Roman" w:hAnsi="Times New Roman" w:cs="Times New Roman"/>
        </w:rPr>
        <w:t>e</w:t>
      </w:r>
      <w:r w:rsidR="00D35D1A" w:rsidRPr="00E75B9D">
        <w:rPr>
          <w:rFonts w:ascii="Times New Roman" w:hAnsi="Times New Roman" w:cs="Times New Roman"/>
        </w:rPr>
        <w:t xml:space="preserve"> zakwaterowanych studentów</w:t>
      </w:r>
      <w:r w:rsidR="006E29F9">
        <w:rPr>
          <w:rFonts w:ascii="Times New Roman" w:hAnsi="Times New Roman" w:cs="Times New Roman"/>
        </w:rPr>
        <w:t>/doktorantów</w:t>
      </w:r>
      <w:r w:rsidR="005558A5">
        <w:rPr>
          <w:rFonts w:ascii="Times New Roman" w:hAnsi="Times New Roman" w:cs="Times New Roman"/>
        </w:rPr>
        <w:t xml:space="preserve"> </w:t>
      </w:r>
      <w:r w:rsidR="005558A5">
        <w:rPr>
          <w:rFonts w:ascii="Times New Roman" w:hAnsi="Times New Roman" w:cs="Times New Roman"/>
          <w:color w:val="FF0000"/>
        </w:rPr>
        <w:t xml:space="preserve"> </w:t>
      </w:r>
      <w:r w:rsidRPr="00AD5001">
        <w:rPr>
          <w:rFonts w:ascii="Times New Roman" w:hAnsi="Times New Roman" w:cs="Times New Roman"/>
        </w:rPr>
        <w:t>-</w:t>
      </w:r>
      <w:r w:rsidR="00AD5001">
        <w:rPr>
          <w:rFonts w:ascii="Times New Roman" w:hAnsi="Times New Roman" w:cs="Times New Roman"/>
        </w:rPr>
        <w:t xml:space="preserve"> </w:t>
      </w:r>
      <w:r w:rsidRPr="00AD5001">
        <w:rPr>
          <w:rFonts w:ascii="Times New Roman" w:hAnsi="Times New Roman" w:cs="Times New Roman"/>
        </w:rPr>
        <w:t>cudzoziemców</w:t>
      </w:r>
      <w:r w:rsidR="006E29F9">
        <w:rPr>
          <w:rFonts w:ascii="Times New Roman" w:hAnsi="Times New Roman" w:cs="Times New Roman"/>
        </w:rPr>
        <w:t xml:space="preserve"> oraz </w:t>
      </w:r>
      <w:r w:rsidR="00D35D1A" w:rsidRPr="00E75B9D">
        <w:rPr>
          <w:rFonts w:ascii="Times New Roman" w:hAnsi="Times New Roman" w:cs="Times New Roman"/>
        </w:rPr>
        <w:t>słuchaczy</w:t>
      </w:r>
      <w:r>
        <w:rPr>
          <w:rFonts w:ascii="Times New Roman" w:hAnsi="Times New Roman" w:cs="Times New Roman"/>
        </w:rPr>
        <w:t xml:space="preserve"> </w:t>
      </w:r>
      <w:r w:rsidR="00A8633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SJPdC</w:t>
      </w:r>
      <w:proofErr w:type="spellEnd"/>
      <w:r w:rsidR="00D35D1A" w:rsidRPr="00E75B9D">
        <w:rPr>
          <w:rFonts w:ascii="Times New Roman" w:hAnsi="Times New Roman" w:cs="Times New Roman"/>
        </w:rPr>
        <w:t>.</w:t>
      </w:r>
    </w:p>
    <w:p w14:paraId="1B0BAE29" w14:textId="77777777" w:rsidR="00B36717" w:rsidRDefault="00B36717" w:rsidP="00D35D1A">
      <w:pPr>
        <w:jc w:val="both"/>
        <w:rPr>
          <w:rFonts w:ascii="Times New Roman" w:hAnsi="Times New Roman" w:cs="Times New Roman"/>
        </w:rPr>
      </w:pPr>
    </w:p>
    <w:p w14:paraId="08E078C0" w14:textId="77777777" w:rsidR="00B36717" w:rsidRDefault="00D35D1A" w:rsidP="00B36717">
      <w:pPr>
        <w:jc w:val="both"/>
        <w:rPr>
          <w:rFonts w:ascii="Times New Roman" w:hAnsi="Times New Roman" w:cs="Times New Roman"/>
        </w:rPr>
      </w:pPr>
      <w:r w:rsidRPr="00E75B9D">
        <w:rPr>
          <w:rFonts w:ascii="Times New Roman" w:hAnsi="Times New Roman" w:cs="Times New Roman"/>
        </w:rPr>
        <w:t>BWZ odpowiada za:</w:t>
      </w:r>
    </w:p>
    <w:p w14:paraId="5CBEDA62" w14:textId="4482B2D4" w:rsidR="00AD467B" w:rsidRPr="00B36717" w:rsidRDefault="00A538EA" w:rsidP="00B36717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D35D1A" w:rsidRPr="00B36717">
        <w:rPr>
          <w:rFonts w:ascii="Times New Roman" w:hAnsi="Times New Roman" w:cs="Times New Roman"/>
        </w:rPr>
        <w:t>rzyjmowanie, wpisywani</w:t>
      </w:r>
      <w:r w:rsidR="00926B8A">
        <w:rPr>
          <w:rFonts w:ascii="Times New Roman" w:hAnsi="Times New Roman" w:cs="Times New Roman"/>
        </w:rPr>
        <w:t>e wniosków do systemu USOS</w:t>
      </w:r>
      <w:r w:rsidR="00D35D1A" w:rsidRPr="00B367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studentów</w:t>
      </w:r>
      <w:r w:rsidR="006E29F9">
        <w:rPr>
          <w:rFonts w:ascii="Times New Roman" w:hAnsi="Times New Roman" w:cs="Times New Roman"/>
        </w:rPr>
        <w:t>/doktorantów</w:t>
      </w:r>
      <w:r w:rsidR="005558A5">
        <w:rPr>
          <w:rFonts w:ascii="Times New Roman" w:hAnsi="Times New Roman" w:cs="Times New Roman"/>
        </w:rPr>
        <w:t xml:space="preserve"> </w:t>
      </w:r>
      <w:r w:rsidR="005558A5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-</w:t>
      </w:r>
      <w:r w:rsidR="00D35D1A" w:rsidRPr="00AD5001">
        <w:rPr>
          <w:rFonts w:ascii="Times New Roman" w:hAnsi="Times New Roman" w:cs="Times New Roman"/>
        </w:rPr>
        <w:t xml:space="preserve">cudzoziemców </w:t>
      </w:r>
      <w:r w:rsidR="00D35D1A" w:rsidRPr="00B36717">
        <w:rPr>
          <w:rFonts w:ascii="Times New Roman" w:hAnsi="Times New Roman" w:cs="Times New Roman"/>
        </w:rPr>
        <w:t>w okresie dysponowania pulą miejsc przyznaną przez Rektora:</w:t>
      </w:r>
    </w:p>
    <w:p w14:paraId="39B59C95" w14:textId="77777777" w:rsidR="00B36717" w:rsidRDefault="00AD467B" w:rsidP="00B3671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 xml:space="preserve">do 30 października, </w:t>
      </w:r>
    </w:p>
    <w:p w14:paraId="644AF885" w14:textId="1E72A841" w:rsidR="00B36717" w:rsidRDefault="00AD467B" w:rsidP="00B3671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</w:rPr>
      </w:pPr>
      <w:r w:rsidRPr="00B36717">
        <w:rPr>
          <w:rFonts w:ascii="Times New Roman" w:hAnsi="Times New Roman" w:cs="Times New Roman"/>
          <w:bCs/>
        </w:rPr>
        <w:t>od 1 tygodnia przed rozpoczęciem semestru letniego do 2 tygodni po rozpoczęciu semestru letniego</w:t>
      </w:r>
      <w:r w:rsidR="00B448A9" w:rsidRPr="00B36717">
        <w:rPr>
          <w:rFonts w:ascii="Times New Roman" w:hAnsi="Times New Roman" w:cs="Times New Roman"/>
          <w:bCs/>
        </w:rPr>
        <w:t xml:space="preserve"> </w:t>
      </w:r>
      <w:r w:rsidRPr="00B36717">
        <w:rPr>
          <w:rFonts w:ascii="Times New Roman" w:hAnsi="Times New Roman" w:cs="Times New Roman"/>
          <w:bCs/>
        </w:rPr>
        <w:t>– BWZ wnioskuje o pulę</w:t>
      </w:r>
      <w:r w:rsidR="00926B8A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jeśli liczba studentów, którzy mają być zakwaterowani</w:t>
      </w:r>
      <w:r w:rsidR="00926B8A">
        <w:rPr>
          <w:rFonts w:ascii="Times New Roman" w:hAnsi="Times New Roman" w:cs="Times New Roman"/>
          <w:bCs/>
        </w:rPr>
        <w:t>,</w:t>
      </w:r>
      <w:r w:rsidRPr="00B36717">
        <w:rPr>
          <w:rFonts w:ascii="Times New Roman" w:hAnsi="Times New Roman" w:cs="Times New Roman"/>
          <w:bCs/>
        </w:rPr>
        <w:t xml:space="preserve"> jest większa od liczby zwa</w:t>
      </w:r>
      <w:r w:rsidR="00A538EA">
        <w:rPr>
          <w:rFonts w:ascii="Times New Roman" w:hAnsi="Times New Roman" w:cs="Times New Roman"/>
          <w:bCs/>
        </w:rPr>
        <w:t>lnianych miejsc przez studentów</w:t>
      </w:r>
      <w:r w:rsidR="005558A5">
        <w:rPr>
          <w:rFonts w:ascii="Times New Roman" w:hAnsi="Times New Roman" w:cs="Times New Roman"/>
          <w:bCs/>
        </w:rPr>
        <w:t xml:space="preserve"> </w:t>
      </w:r>
      <w:r w:rsidR="00A538EA" w:rsidRPr="00AD5001">
        <w:rPr>
          <w:rFonts w:ascii="Times New Roman" w:hAnsi="Times New Roman" w:cs="Times New Roman"/>
          <w:bCs/>
        </w:rPr>
        <w:t>-</w:t>
      </w:r>
      <w:r w:rsidR="00AD5001">
        <w:rPr>
          <w:rFonts w:ascii="Times New Roman" w:hAnsi="Times New Roman" w:cs="Times New Roman"/>
          <w:bCs/>
        </w:rPr>
        <w:t xml:space="preserve"> </w:t>
      </w:r>
      <w:r w:rsidRPr="00AD5001">
        <w:rPr>
          <w:rFonts w:ascii="Times New Roman" w:hAnsi="Times New Roman" w:cs="Times New Roman"/>
          <w:bCs/>
        </w:rPr>
        <w:t>cudzoziemców</w:t>
      </w:r>
      <w:r w:rsidRPr="00B36717">
        <w:rPr>
          <w:rFonts w:ascii="Times New Roman" w:hAnsi="Times New Roman" w:cs="Times New Roman"/>
          <w:bCs/>
        </w:rPr>
        <w:t>, którzy kończą studia w semestrze zimowym, z wyłączeniem zamiany miejsc</w:t>
      </w:r>
      <w:r w:rsidR="00926B8A">
        <w:rPr>
          <w:rFonts w:ascii="Times New Roman" w:hAnsi="Times New Roman" w:cs="Times New Roman"/>
          <w:bCs/>
        </w:rPr>
        <w:t>;</w:t>
      </w:r>
    </w:p>
    <w:p w14:paraId="0363E529" w14:textId="3F5DE137" w:rsidR="00B36717" w:rsidRPr="00B36717" w:rsidRDefault="00A538EA" w:rsidP="00B3671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w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te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rminach określonych w ust. 2, 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systematyczne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>wprowadzani</w:t>
      </w:r>
      <w:r w:rsidR="00FA476C">
        <w:rPr>
          <w:rFonts w:ascii="Times New Roman" w:eastAsia="SimSun" w:hAnsi="Times New Roman" w:cs="Times New Roman"/>
          <w:kern w:val="1"/>
          <w:lang w:eastAsia="hi-IN" w:bidi="hi-IN"/>
        </w:rPr>
        <w:t>e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do systemu podań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br/>
        <w:t>w bazie USOS wniosków studentów/doktorantów ubiegających się o przydzielenie/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rezerwację miejsca w DS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>lub zamianę DS oraz wprowadzani</w:t>
      </w:r>
      <w:r w:rsidR="00FA476C">
        <w:rPr>
          <w:rFonts w:ascii="Times New Roman" w:eastAsia="SimSun" w:hAnsi="Times New Roman" w:cs="Times New Roman"/>
          <w:kern w:val="1"/>
          <w:lang w:eastAsia="hi-IN" w:bidi="hi-IN"/>
        </w:rPr>
        <w:t>e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na bieżąco decyzji o</w:t>
      </w:r>
      <w:r w:rsidR="00B36717" w:rsidRPr="00B36717">
        <w:rPr>
          <w:rFonts w:ascii="Times New Roman" w:eastAsia="SimSun" w:hAnsi="Times New Roman" w:cs="Times New Roman"/>
          <w:kern w:val="1"/>
          <w:lang w:eastAsia="hi-IN" w:bidi="hi-IN"/>
        </w:rPr>
        <w:t> 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>przyznaniu</w:t>
      </w:r>
      <w:r w:rsidR="000445C3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B36717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D35D1A" w:rsidRPr="00B36717">
        <w:rPr>
          <w:rFonts w:ascii="Times New Roman" w:eastAsia="SimSun" w:hAnsi="Times New Roman" w:cs="Times New Roman"/>
          <w:kern w:val="1"/>
          <w:lang w:eastAsia="hi-IN" w:bidi="hi-IN"/>
        </w:rPr>
        <w:t xml:space="preserve">miejsca </w:t>
      </w:r>
      <w:r w:rsidR="00D35D1A" w:rsidRPr="00B36717"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w</w:t>
      </w:r>
      <w:r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 </w:t>
      </w:r>
      <w:r w:rsidR="005E7118">
        <w:rPr>
          <w:rFonts w:ascii="Times New Roman" w:eastAsia="SimSun" w:hAnsi="Times New Roman" w:cs="Times New Roman"/>
          <w:color w:val="000000" w:themeColor="text1"/>
          <w:kern w:val="1"/>
          <w:lang w:eastAsia="hi-IN" w:bidi="hi-IN"/>
        </w:rPr>
        <w:t>DS;</w:t>
      </w:r>
    </w:p>
    <w:p w14:paraId="6681DA3B" w14:textId="3DD3C742" w:rsidR="00B36717" w:rsidRPr="00B36717" w:rsidRDefault="005E7118" w:rsidP="00B3671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b</w:t>
      </w:r>
      <w:r w:rsidR="00FA476C">
        <w:rPr>
          <w:rFonts w:ascii="Times New Roman" w:eastAsia="SimSun" w:hAnsi="Times New Roman" w:cs="Times New Roman"/>
          <w:bCs/>
          <w:kern w:val="1"/>
          <w:lang w:eastAsia="hi-IN" w:bidi="hi-IN"/>
        </w:rPr>
        <w:t>ieżące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przekazywani</w:t>
      </w:r>
      <w:r w:rsidR="00FA476C">
        <w:rPr>
          <w:rFonts w:ascii="Times New Roman" w:eastAsia="SimSun" w:hAnsi="Times New Roman" w:cs="Times New Roman"/>
          <w:bCs/>
          <w:kern w:val="1"/>
          <w:lang w:eastAsia="hi-IN" w:bidi="hi-IN"/>
        </w:rPr>
        <w:t>e</w:t>
      </w:r>
      <w:r w:rsidR="00DE241B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do odpowiedniego</w:t>
      </w:r>
      <w:r w:rsidR="00A538EA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DS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  <w:r w:rsidR="00DE241B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istotnych </w:t>
      </w:r>
      <w:r w:rsidR="00D35D1A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informacji </w:t>
      </w:r>
      <w:r w:rsidR="00DE241B" w:rsidRPr="00B36717">
        <w:rPr>
          <w:rFonts w:ascii="Times New Roman" w:eastAsia="SimSun" w:hAnsi="Times New Roman" w:cs="Times New Roman"/>
          <w:bCs/>
          <w:kern w:val="1"/>
          <w:lang w:eastAsia="hi-IN" w:bidi="hi-IN"/>
        </w:rPr>
        <w:t>dotycz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ących zakwaterowanych studentów;</w:t>
      </w:r>
    </w:p>
    <w:p w14:paraId="5AD0CD1D" w14:textId="53AFDCD6" w:rsidR="00B36717" w:rsidRDefault="005E7118" w:rsidP="00B3671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 w:themeColor="text1"/>
        </w:rPr>
        <w:t>w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 terminach określonych w ust.</w:t>
      </w:r>
      <w:r w:rsidR="00A538EA">
        <w:rPr>
          <w:rFonts w:ascii="Times New Roman" w:hAnsi="Times New Roman" w:cs="Times New Roman"/>
          <w:color w:val="000000" w:themeColor="text1"/>
        </w:rPr>
        <w:t xml:space="preserve"> </w:t>
      </w:r>
      <w:r w:rsidR="00DE241B" w:rsidRPr="00B36717">
        <w:rPr>
          <w:rFonts w:ascii="Times New Roman" w:hAnsi="Times New Roman" w:cs="Times New Roman"/>
          <w:color w:val="000000" w:themeColor="text1"/>
        </w:rPr>
        <w:t>2</w:t>
      </w:r>
      <w:r w:rsidR="00A538EA" w:rsidRPr="00B36717">
        <w:rPr>
          <w:rFonts w:ascii="Times New Roman" w:hAnsi="Times New Roman" w:cs="Times New Roman"/>
          <w:color w:val="000000" w:themeColor="text1"/>
        </w:rPr>
        <w:t xml:space="preserve">, </w:t>
      </w:r>
      <w:r w:rsidR="00DE241B" w:rsidRPr="00B36717">
        <w:rPr>
          <w:rFonts w:ascii="Times New Roman" w:hAnsi="Times New Roman" w:cs="Times New Roman"/>
          <w:color w:val="000000" w:themeColor="text1"/>
        </w:rPr>
        <w:t>listy</w:t>
      </w:r>
      <w:r w:rsidR="0035382C" w:rsidRPr="00B36717">
        <w:rPr>
          <w:rFonts w:ascii="Times New Roman" w:hAnsi="Times New Roman" w:cs="Times New Roman"/>
          <w:color w:val="000000" w:themeColor="text1"/>
        </w:rPr>
        <w:t>,</w:t>
      </w:r>
      <w:r w:rsidR="00A538EA">
        <w:rPr>
          <w:rFonts w:ascii="Times New Roman" w:hAnsi="Times New Roman" w:cs="Times New Roman"/>
          <w:color w:val="000000" w:themeColor="text1"/>
        </w:rPr>
        <w:t xml:space="preserve"> </w:t>
      </w:r>
      <w:r w:rsidR="00DE241B" w:rsidRPr="00B36717">
        <w:rPr>
          <w:rFonts w:ascii="Times New Roman" w:hAnsi="Times New Roman" w:cs="Times New Roman"/>
          <w:color w:val="000000" w:themeColor="text1"/>
        </w:rPr>
        <w:t>na podstawie których odbywa się zakwaterowanie, drukowane są z systemu USOS. Wyjątek stanowią sytuacje</w:t>
      </w:r>
      <w:r w:rsidR="0035382C">
        <w:rPr>
          <w:rFonts w:ascii="Times New Roman" w:hAnsi="Times New Roman" w:cs="Times New Roman"/>
          <w:color w:val="000000" w:themeColor="text1"/>
        </w:rPr>
        <w:t>,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 kiedy studenci nie są wpisani do systemu, wówczas obow</w:t>
      </w:r>
      <w:r w:rsidR="00081E3B" w:rsidRPr="00B36717">
        <w:rPr>
          <w:rFonts w:ascii="Times New Roman" w:hAnsi="Times New Roman" w:cs="Times New Roman"/>
          <w:color w:val="000000" w:themeColor="text1"/>
        </w:rPr>
        <w:t xml:space="preserve">iązują listy sporządzone w </w:t>
      </w:r>
      <w:r w:rsidR="0035382C" w:rsidRPr="00B36717">
        <w:rPr>
          <w:rFonts w:ascii="Times New Roman" w:hAnsi="Times New Roman" w:cs="Times New Roman"/>
          <w:color w:val="000000" w:themeColor="text1"/>
        </w:rPr>
        <w:t>Excelu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 (nazwiska są ułożone </w:t>
      </w:r>
      <w:r w:rsidR="00DE241B" w:rsidRPr="00B36717">
        <w:rPr>
          <w:rFonts w:ascii="Times New Roman" w:hAnsi="Times New Roman" w:cs="Times New Roman"/>
          <w:color w:val="000000" w:themeColor="text1"/>
        </w:rPr>
        <w:br/>
      </w:r>
      <w:r w:rsidR="00DE241B" w:rsidRPr="00B36717">
        <w:rPr>
          <w:rFonts w:ascii="Times New Roman" w:hAnsi="Times New Roman" w:cs="Times New Roman"/>
          <w:color w:val="000000" w:themeColor="text1"/>
        </w:rPr>
        <w:lastRenderedPageBreak/>
        <w:t>w porządku alfabet</w:t>
      </w:r>
      <w:r w:rsidR="00A538EA">
        <w:rPr>
          <w:rFonts w:ascii="Times New Roman" w:hAnsi="Times New Roman" w:cs="Times New Roman"/>
          <w:color w:val="000000" w:themeColor="text1"/>
        </w:rPr>
        <w:t xml:space="preserve">ycznym – wzór listy zawiera </w:t>
      </w:r>
      <w:r w:rsidR="00DE241B" w:rsidRPr="00B36717">
        <w:rPr>
          <w:rFonts w:ascii="Times New Roman" w:hAnsi="Times New Roman" w:cs="Times New Roman"/>
          <w:color w:val="000000" w:themeColor="text1"/>
        </w:rPr>
        <w:t xml:space="preserve">oprócz imienia, nazwiska, kraju, przyporządkowania do </w:t>
      </w:r>
      <w:r>
        <w:rPr>
          <w:rFonts w:ascii="Times New Roman" w:hAnsi="Times New Roman" w:cs="Times New Roman"/>
          <w:color w:val="000000" w:themeColor="text1"/>
        </w:rPr>
        <w:t>DS</w:t>
      </w:r>
      <w:r w:rsidR="00081E3B" w:rsidRPr="00B36717">
        <w:rPr>
          <w:rFonts w:ascii="Times New Roman" w:hAnsi="Times New Roman" w:cs="Times New Roman"/>
          <w:color w:val="000000" w:themeColor="text1"/>
        </w:rPr>
        <w:t>,</w:t>
      </w:r>
      <w:r w:rsidR="0035382C">
        <w:rPr>
          <w:rFonts w:ascii="Times New Roman" w:hAnsi="Times New Roman" w:cs="Times New Roman"/>
          <w:color w:val="000000" w:themeColor="text1"/>
        </w:rPr>
        <w:t xml:space="preserve"> jak</w:t>
      </w:r>
      <w:r w:rsidR="00081E3B" w:rsidRPr="00B36717">
        <w:rPr>
          <w:rFonts w:ascii="Times New Roman" w:hAnsi="Times New Roman" w:cs="Times New Roman"/>
          <w:color w:val="000000" w:themeColor="text1"/>
        </w:rPr>
        <w:t xml:space="preserve"> również płeć</w:t>
      </w:r>
      <w:r w:rsidR="00A538EA"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1CE4D994" w14:textId="7BAFFB0A" w:rsidR="00DE241B" w:rsidRPr="00B36717" w:rsidRDefault="005E7118" w:rsidP="00B3671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w</w:t>
      </w:r>
      <w:r w:rsidR="00DE241B" w:rsidRPr="00B36717">
        <w:rPr>
          <w:rFonts w:ascii="Times New Roman" w:hAnsi="Times New Roman" w:cs="Times New Roman"/>
        </w:rPr>
        <w:t>prowa</w:t>
      </w:r>
      <w:r w:rsidR="00B36717">
        <w:rPr>
          <w:rFonts w:ascii="Times New Roman" w:hAnsi="Times New Roman" w:cs="Times New Roman"/>
        </w:rPr>
        <w:t>dzan</w:t>
      </w:r>
      <w:r w:rsidR="00A03653">
        <w:rPr>
          <w:rFonts w:ascii="Times New Roman" w:hAnsi="Times New Roman" w:cs="Times New Roman"/>
        </w:rPr>
        <w:t>i</w:t>
      </w:r>
      <w:r w:rsidR="00B36717">
        <w:rPr>
          <w:rFonts w:ascii="Times New Roman" w:hAnsi="Times New Roman" w:cs="Times New Roman"/>
        </w:rPr>
        <w:t>e do bazy USOS dan</w:t>
      </w:r>
      <w:r w:rsidR="00A03653">
        <w:rPr>
          <w:rFonts w:ascii="Times New Roman" w:hAnsi="Times New Roman" w:cs="Times New Roman"/>
        </w:rPr>
        <w:t>ych</w:t>
      </w:r>
      <w:r w:rsidR="00B36717">
        <w:rPr>
          <w:rFonts w:ascii="Times New Roman" w:hAnsi="Times New Roman" w:cs="Times New Roman"/>
        </w:rPr>
        <w:t xml:space="preserve"> osobow</w:t>
      </w:r>
      <w:r w:rsidR="00A03653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studenta/doktoranta/słuchacza </w:t>
      </w:r>
      <w:r w:rsidR="00DE241B" w:rsidRPr="00B36717">
        <w:rPr>
          <w:rFonts w:ascii="Times New Roman" w:hAnsi="Times New Roman" w:cs="Times New Roman"/>
        </w:rPr>
        <w:t>będącego obcokrajowcem</w:t>
      </w:r>
      <w:r w:rsidR="00A03653">
        <w:rPr>
          <w:rFonts w:ascii="Times New Roman" w:hAnsi="Times New Roman" w:cs="Times New Roman"/>
        </w:rPr>
        <w:t>, które</w:t>
      </w:r>
      <w:r w:rsidR="00DE241B" w:rsidRPr="00B36717">
        <w:rPr>
          <w:rFonts w:ascii="Times New Roman" w:hAnsi="Times New Roman" w:cs="Times New Roman"/>
        </w:rPr>
        <w:t xml:space="preserve"> muszą być zgodne z danymi zawartymi w paszporcie lub w przypadku obywateli państw UE – ważnym dokumentem tożsamości.</w:t>
      </w:r>
    </w:p>
    <w:p w14:paraId="08AF8ED0" w14:textId="77777777" w:rsidR="00B448A9" w:rsidRPr="00E75B9D" w:rsidRDefault="00B448A9" w:rsidP="00B448A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</w:rPr>
      </w:pPr>
    </w:p>
    <w:p w14:paraId="4551CE82" w14:textId="77777777" w:rsidR="002D08C8" w:rsidRPr="00E75B9D" w:rsidRDefault="002D08C8" w:rsidP="00B448A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color w:val="FF0000"/>
        </w:rPr>
      </w:pPr>
    </w:p>
    <w:p w14:paraId="015EE5DC" w14:textId="77777777" w:rsidR="002D08C8" w:rsidRPr="00E75B9D" w:rsidRDefault="002D08C8" w:rsidP="002D08C8">
      <w:pPr>
        <w:rPr>
          <w:rFonts w:ascii="Times New Roman" w:hAnsi="Times New Roman" w:cs="Times New Roman"/>
        </w:rPr>
      </w:pPr>
      <w:proofErr w:type="spellStart"/>
      <w:r w:rsidRPr="00E75B9D">
        <w:rPr>
          <w:rFonts w:ascii="Times New Roman" w:hAnsi="Times New Roman" w:cs="Times New Roman"/>
        </w:rPr>
        <w:t>SJPdC</w:t>
      </w:r>
      <w:proofErr w:type="spellEnd"/>
      <w:r w:rsidRPr="00E75B9D">
        <w:rPr>
          <w:rFonts w:ascii="Times New Roman" w:hAnsi="Times New Roman" w:cs="Times New Roman"/>
        </w:rPr>
        <w:t xml:space="preserve"> odpowiada za:</w:t>
      </w:r>
    </w:p>
    <w:p w14:paraId="30A4DB80" w14:textId="376C12F0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D08C8" w:rsidRPr="00E75B9D">
        <w:rPr>
          <w:rFonts w:ascii="Times New Roman" w:hAnsi="Times New Roman" w:cs="Times New Roman"/>
        </w:rPr>
        <w:t xml:space="preserve">rzygotowanie i przekazanie do administracji </w:t>
      </w:r>
      <w:r>
        <w:rPr>
          <w:rFonts w:ascii="Times New Roman" w:hAnsi="Times New Roman" w:cs="Times New Roman"/>
        </w:rPr>
        <w:t>DS wstępnej, zbiorczej</w:t>
      </w:r>
      <w:r w:rsidR="002D08C8" w:rsidRPr="00E75B9D">
        <w:rPr>
          <w:rFonts w:ascii="Times New Roman" w:hAnsi="Times New Roman" w:cs="Times New Roman"/>
        </w:rPr>
        <w:t xml:space="preserve"> listy słuchaczy, którzy zadeklarowali chęć przystąpienia do kursu i którzy mogą być zakwaterowani w </w:t>
      </w:r>
      <w:r>
        <w:rPr>
          <w:rFonts w:ascii="Times New Roman" w:hAnsi="Times New Roman" w:cs="Times New Roman"/>
        </w:rPr>
        <w:t>DS;</w:t>
      </w:r>
    </w:p>
    <w:p w14:paraId="3F858848" w14:textId="38076316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D08C8" w:rsidRPr="00E75B9D">
        <w:rPr>
          <w:rFonts w:ascii="Times New Roman" w:hAnsi="Times New Roman" w:cs="Times New Roman"/>
        </w:rPr>
        <w:t>pisywanie do systemu USOS słuchaczy ostatecznie zakwalifikowanych do zakwaterowania w</w:t>
      </w:r>
      <w:r w:rsidR="00D059C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DS </w:t>
      </w:r>
      <w:r w:rsidR="002D08C8" w:rsidRPr="00E75B9D">
        <w:rPr>
          <w:rFonts w:ascii="Times New Roman" w:hAnsi="Times New Roman" w:cs="Times New Roman"/>
        </w:rPr>
        <w:t xml:space="preserve">w okresie dysponowania pulą miejsc przyznaną przez Rektora oraz wystawianie skierowania </w:t>
      </w:r>
      <w:r>
        <w:rPr>
          <w:rFonts w:ascii="Times New Roman" w:hAnsi="Times New Roman" w:cs="Times New Roman"/>
        </w:rPr>
        <w:t>do DS;</w:t>
      </w:r>
    </w:p>
    <w:p w14:paraId="00C9FBC7" w14:textId="4D46412E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2D08C8" w:rsidRPr="00E75B9D">
        <w:rPr>
          <w:rFonts w:ascii="Times New Roman" w:hAnsi="Times New Roman" w:cs="Times New Roman"/>
        </w:rPr>
        <w:t xml:space="preserve">ieżące informowanie administracji </w:t>
      </w:r>
      <w:r>
        <w:rPr>
          <w:rFonts w:ascii="Times New Roman" w:hAnsi="Times New Roman" w:cs="Times New Roman"/>
        </w:rPr>
        <w:t>DS</w:t>
      </w:r>
      <w:r w:rsidR="002D08C8" w:rsidRPr="00E75B9D">
        <w:rPr>
          <w:rFonts w:ascii="Times New Roman" w:hAnsi="Times New Roman" w:cs="Times New Roman"/>
        </w:rPr>
        <w:t xml:space="preserve"> w przypadku niepełnego wykorzystania puli oraz</w:t>
      </w:r>
      <w:r w:rsidR="00A04AAB">
        <w:rPr>
          <w:rFonts w:ascii="Times New Roman" w:hAnsi="Times New Roman" w:cs="Times New Roman"/>
        </w:rPr>
        <w:t xml:space="preserve"> podawanie</w:t>
      </w:r>
      <w:r w:rsidR="002D08C8" w:rsidRPr="00E75B9D">
        <w:rPr>
          <w:rFonts w:ascii="Times New Roman" w:hAnsi="Times New Roman" w:cs="Times New Roman"/>
        </w:rPr>
        <w:t xml:space="preserve"> innych istotnych informa</w:t>
      </w:r>
      <w:r w:rsidR="00D059C3">
        <w:rPr>
          <w:rFonts w:ascii="Times New Roman" w:hAnsi="Times New Roman" w:cs="Times New Roman"/>
        </w:rPr>
        <w:t xml:space="preserve">cji dotyczących zakwaterowania </w:t>
      </w:r>
      <w:r w:rsidR="002D08C8" w:rsidRPr="00E75B9D">
        <w:rPr>
          <w:rFonts w:ascii="Times New Roman" w:hAnsi="Times New Roman" w:cs="Times New Roman"/>
        </w:rPr>
        <w:t>słuchaczy</w:t>
      </w:r>
      <w:r>
        <w:rPr>
          <w:rFonts w:ascii="Times New Roman" w:hAnsi="Times New Roman" w:cs="Times New Roman"/>
        </w:rPr>
        <w:t>;</w:t>
      </w:r>
    </w:p>
    <w:p w14:paraId="5FCCB358" w14:textId="2A885CD7" w:rsidR="002D08C8" w:rsidRPr="00E75B9D" w:rsidRDefault="00FA4554" w:rsidP="002D08C8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D08C8" w:rsidRPr="00E75B9D">
        <w:rPr>
          <w:rFonts w:ascii="Times New Roman" w:hAnsi="Times New Roman" w:cs="Times New Roman"/>
        </w:rPr>
        <w:t>prowadzane do bazy USOS dan</w:t>
      </w:r>
      <w:r w:rsidR="0035382C">
        <w:rPr>
          <w:rFonts w:ascii="Times New Roman" w:hAnsi="Times New Roman" w:cs="Times New Roman"/>
        </w:rPr>
        <w:t>ych</w:t>
      </w:r>
      <w:r w:rsidR="002D08C8" w:rsidRPr="00E75B9D">
        <w:rPr>
          <w:rFonts w:ascii="Times New Roman" w:hAnsi="Times New Roman" w:cs="Times New Roman"/>
        </w:rPr>
        <w:t xml:space="preserve"> osobow</w:t>
      </w:r>
      <w:r w:rsidR="0035382C">
        <w:rPr>
          <w:rFonts w:ascii="Times New Roman" w:hAnsi="Times New Roman" w:cs="Times New Roman"/>
        </w:rPr>
        <w:t>ych</w:t>
      </w:r>
      <w:r w:rsidR="002D08C8" w:rsidRPr="00E75B9D">
        <w:rPr>
          <w:rFonts w:ascii="Times New Roman" w:hAnsi="Times New Roman" w:cs="Times New Roman"/>
        </w:rPr>
        <w:t xml:space="preserve"> słuchacza obcokrajowca</w:t>
      </w:r>
      <w:r w:rsidR="0035382C">
        <w:rPr>
          <w:rFonts w:ascii="Times New Roman" w:hAnsi="Times New Roman" w:cs="Times New Roman"/>
        </w:rPr>
        <w:t>, które</w:t>
      </w:r>
      <w:r w:rsidR="002D08C8" w:rsidRPr="00E75B9D">
        <w:rPr>
          <w:rFonts w:ascii="Times New Roman" w:hAnsi="Times New Roman" w:cs="Times New Roman"/>
        </w:rPr>
        <w:t xml:space="preserve"> musz</w:t>
      </w:r>
      <w:r w:rsidR="0035382C">
        <w:rPr>
          <w:rFonts w:ascii="Times New Roman" w:hAnsi="Times New Roman" w:cs="Times New Roman"/>
        </w:rPr>
        <w:t>ą</w:t>
      </w:r>
      <w:r w:rsidR="002D08C8" w:rsidRPr="00E75B9D">
        <w:rPr>
          <w:rFonts w:ascii="Times New Roman" w:hAnsi="Times New Roman" w:cs="Times New Roman"/>
        </w:rPr>
        <w:t xml:space="preserve"> być zgodne z danymi zawartymi w paszporcie lub w przypadku obywateli państw UE – ważnym dokumentem tożsamości.</w:t>
      </w:r>
    </w:p>
    <w:p w14:paraId="127BBA24" w14:textId="77777777" w:rsidR="00DE241B" w:rsidRPr="00E75B9D" w:rsidRDefault="00DE241B" w:rsidP="00DE241B">
      <w:pPr>
        <w:spacing w:after="0"/>
        <w:rPr>
          <w:rFonts w:ascii="Times New Roman" w:hAnsi="Times New Roman" w:cs="Times New Roman"/>
          <w:b/>
          <w:bCs/>
        </w:rPr>
      </w:pPr>
    </w:p>
    <w:p w14:paraId="2FA0B379" w14:textId="77777777" w:rsidR="00DE241B" w:rsidRPr="00E75B9D" w:rsidRDefault="00DE241B" w:rsidP="00DE241B">
      <w:pPr>
        <w:spacing w:after="0"/>
        <w:rPr>
          <w:rFonts w:ascii="Times New Roman" w:hAnsi="Times New Roman" w:cs="Times New Roman"/>
          <w:bCs/>
        </w:rPr>
      </w:pPr>
    </w:p>
    <w:p w14:paraId="4311EBDE" w14:textId="28D0D1F4" w:rsidR="00F80749" w:rsidRPr="00E75B9D" w:rsidRDefault="00F80749" w:rsidP="00295CE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Wszystkie informacje doty</w:t>
      </w:r>
      <w:r w:rsidR="00845CB6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czące zakwaterowania studentów</w:t>
      </w:r>
      <w:r w:rsidR="00FA4554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-cudzoziemców</w:t>
      </w:r>
      <w:r w:rsidR="00845CB6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/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słuchaczy </w:t>
      </w:r>
      <w:r w:rsidR="00A8633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ze 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SJPDC są dostępne w</w:t>
      </w:r>
      <w:r w:rsidR="00D059C3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 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USOS w module Akademiki. Każda jednostka może uzyskać dowolną i</w:t>
      </w:r>
      <w:r w:rsidR="0035382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 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aktualną</w:t>
      </w:r>
      <w:r w:rsidR="00FA4554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 informację dotyczącą </w:t>
      </w:r>
      <w:r w:rsidR="00FA4554" w:rsidRPr="00072899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studentów</w:t>
      </w:r>
      <w:r w:rsidR="005558A5" w:rsidRPr="00072899">
        <w:rPr>
          <w:rFonts w:ascii="Times New Roman" w:eastAsia="SimSun" w:hAnsi="Times New Roman" w:cs="Times New Roman"/>
          <w:b/>
          <w:bCs/>
          <w:color w:val="FF0000"/>
          <w:kern w:val="1"/>
          <w:lang w:eastAsia="hi-IN" w:bidi="hi-IN"/>
        </w:rPr>
        <w:t xml:space="preserve"> </w:t>
      </w:r>
      <w:r w:rsidR="00FA4554" w:rsidRPr="00072899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-</w:t>
      </w:r>
      <w:r w:rsidR="00AD5001" w:rsidRPr="00072899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 </w:t>
      </w:r>
      <w:r w:rsidRPr="00AD5001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cudzoziemców/</w:t>
      </w:r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słuchaczy </w:t>
      </w:r>
      <w:r w:rsidR="00A8633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 </w:t>
      </w:r>
      <w:proofErr w:type="spellStart"/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SJPdC</w:t>
      </w:r>
      <w:proofErr w:type="spellEnd"/>
      <w:r w:rsidRPr="00E75B9D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.</w:t>
      </w:r>
    </w:p>
    <w:p w14:paraId="2192855B" w14:textId="77777777" w:rsidR="00F80749" w:rsidRDefault="00F80749" w:rsidP="00DE241B">
      <w:pPr>
        <w:spacing w:after="0"/>
        <w:rPr>
          <w:rFonts w:ascii="Times New Roman" w:hAnsi="Times New Roman" w:cs="Times New Roman"/>
          <w:bCs/>
        </w:rPr>
      </w:pPr>
    </w:p>
    <w:p w14:paraId="5782627E" w14:textId="77777777" w:rsidR="00DE241B" w:rsidRPr="00DE241B" w:rsidRDefault="00DE241B" w:rsidP="00DE241B">
      <w:pPr>
        <w:pStyle w:val="Akapitzlist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14:paraId="40095EE7" w14:textId="77777777" w:rsidR="00DE241B" w:rsidRPr="00DE241B" w:rsidRDefault="00DE241B" w:rsidP="00DE241B">
      <w:pPr>
        <w:jc w:val="both"/>
        <w:rPr>
          <w:rFonts w:ascii="Times New Roman" w:hAnsi="Times New Roman" w:cs="Times New Roman"/>
        </w:rPr>
      </w:pPr>
    </w:p>
    <w:p w14:paraId="428AA9AC" w14:textId="77777777" w:rsidR="00D35D1A" w:rsidRPr="00D35D1A" w:rsidRDefault="00D35D1A" w:rsidP="00D35D1A">
      <w:pPr>
        <w:jc w:val="both"/>
        <w:rPr>
          <w:rFonts w:ascii="Times New Roman" w:hAnsi="Times New Roman" w:cs="Times New Roman"/>
        </w:rPr>
      </w:pPr>
    </w:p>
    <w:p w14:paraId="5C9BF896" w14:textId="77777777" w:rsidR="00720C2B" w:rsidRPr="00F86724" w:rsidRDefault="00720C2B" w:rsidP="00D35D1A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69C68CF" w14:textId="77777777" w:rsidR="004A142D" w:rsidRDefault="004A142D" w:rsidP="00D35D1A">
      <w:pPr>
        <w:jc w:val="both"/>
        <w:rPr>
          <w:rFonts w:ascii="Times New Roman" w:hAnsi="Times New Roman" w:cs="Times New Roman"/>
        </w:rPr>
      </w:pPr>
    </w:p>
    <w:p w14:paraId="196DB0A2" w14:textId="77777777" w:rsidR="004A142D" w:rsidRPr="004A142D" w:rsidRDefault="004A142D" w:rsidP="00D35D1A">
      <w:pPr>
        <w:jc w:val="both"/>
        <w:rPr>
          <w:rFonts w:ascii="Times New Roman" w:hAnsi="Times New Roman" w:cs="Times New Roman"/>
        </w:rPr>
      </w:pPr>
    </w:p>
    <w:sectPr w:rsidR="004A142D" w:rsidRPr="004A142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A487B" w14:textId="77777777" w:rsidR="00E41794" w:rsidRDefault="00E41794" w:rsidP="008E420B">
      <w:pPr>
        <w:spacing w:after="0" w:line="240" w:lineRule="auto"/>
      </w:pPr>
      <w:r>
        <w:separator/>
      </w:r>
    </w:p>
  </w:endnote>
  <w:endnote w:type="continuationSeparator" w:id="0">
    <w:p w14:paraId="453DA936" w14:textId="77777777" w:rsidR="00E41794" w:rsidRDefault="00E41794" w:rsidP="008E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D0E33" w14:textId="77777777" w:rsidR="00E41794" w:rsidRDefault="00E41794" w:rsidP="008E420B">
      <w:pPr>
        <w:spacing w:after="0" w:line="240" w:lineRule="auto"/>
      </w:pPr>
      <w:r>
        <w:separator/>
      </w:r>
    </w:p>
  </w:footnote>
  <w:footnote w:type="continuationSeparator" w:id="0">
    <w:p w14:paraId="026205F3" w14:textId="77777777" w:rsidR="00E41794" w:rsidRDefault="00E41794" w:rsidP="008E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4B26" w14:textId="41418A83" w:rsidR="008E420B" w:rsidRPr="008E420B" w:rsidRDefault="008E420B" w:rsidP="008E420B">
    <w:pPr>
      <w:pStyle w:val="Nagwek"/>
      <w:jc w:val="right"/>
      <w:rPr>
        <w:sz w:val="16"/>
      </w:rPr>
    </w:pPr>
    <w:r w:rsidRPr="008E420B">
      <w:rPr>
        <w:sz w:val="16"/>
      </w:rPr>
      <w:t xml:space="preserve">Załącznik nr 13 </w:t>
    </w:r>
  </w:p>
  <w:p w14:paraId="123CCAEC" w14:textId="22F1632E" w:rsidR="008E420B" w:rsidRPr="008E420B" w:rsidRDefault="008E420B" w:rsidP="008E420B">
    <w:pPr>
      <w:pStyle w:val="Nagwek"/>
      <w:jc w:val="right"/>
      <w:rPr>
        <w:sz w:val="16"/>
      </w:rPr>
    </w:pPr>
    <w:r w:rsidRPr="008E420B">
      <w:rPr>
        <w:sz w:val="16"/>
      </w:rPr>
      <w:t>do Regulaminu przydzielania i korzystania z miejsc w Domu Studenta UŁ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3E0B"/>
    <w:multiLevelType w:val="hybridMultilevel"/>
    <w:tmpl w:val="CC207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73BC5"/>
    <w:multiLevelType w:val="hybridMultilevel"/>
    <w:tmpl w:val="57105664"/>
    <w:lvl w:ilvl="0" w:tplc="B2FE5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80314"/>
    <w:multiLevelType w:val="hybridMultilevel"/>
    <w:tmpl w:val="9FDC4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704E1B"/>
    <w:multiLevelType w:val="hybridMultilevel"/>
    <w:tmpl w:val="E3028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8E6"/>
    <w:multiLevelType w:val="hybridMultilevel"/>
    <w:tmpl w:val="F5E4D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56E48"/>
    <w:multiLevelType w:val="hybridMultilevel"/>
    <w:tmpl w:val="8ABA7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64E00"/>
    <w:multiLevelType w:val="hybridMultilevel"/>
    <w:tmpl w:val="7CAA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B6B65"/>
    <w:multiLevelType w:val="hybridMultilevel"/>
    <w:tmpl w:val="9DECD46C"/>
    <w:lvl w:ilvl="0" w:tplc="0C9A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6F2B"/>
    <w:multiLevelType w:val="hybridMultilevel"/>
    <w:tmpl w:val="0C00AD5C"/>
    <w:lvl w:ilvl="0" w:tplc="0C9A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706E0"/>
    <w:multiLevelType w:val="hybridMultilevel"/>
    <w:tmpl w:val="F4EC91D2"/>
    <w:lvl w:ilvl="0" w:tplc="A54AA1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F2439"/>
    <w:multiLevelType w:val="hybridMultilevel"/>
    <w:tmpl w:val="06985E8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8C5825"/>
    <w:multiLevelType w:val="hybridMultilevel"/>
    <w:tmpl w:val="6C84A280"/>
    <w:lvl w:ilvl="0" w:tplc="9E188B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944F5"/>
    <w:multiLevelType w:val="hybridMultilevel"/>
    <w:tmpl w:val="AF12BA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497448"/>
    <w:multiLevelType w:val="hybridMultilevel"/>
    <w:tmpl w:val="2946E018"/>
    <w:lvl w:ilvl="0" w:tplc="04150011">
      <w:start w:val="1"/>
      <w:numFmt w:val="decimal"/>
      <w:lvlText w:val="%1)"/>
      <w:lvlJc w:val="left"/>
      <w:pPr>
        <w:ind w:left="10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 w15:restartNumberingAfterBreak="0">
    <w:nsid w:val="7C3A0539"/>
    <w:multiLevelType w:val="hybridMultilevel"/>
    <w:tmpl w:val="71DA48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2180423">
    <w:abstractNumId w:val="13"/>
  </w:num>
  <w:num w:numId="2" w16cid:durableId="632171533">
    <w:abstractNumId w:val="14"/>
  </w:num>
  <w:num w:numId="3" w16cid:durableId="357439235">
    <w:abstractNumId w:val="5"/>
  </w:num>
  <w:num w:numId="4" w16cid:durableId="1323503081">
    <w:abstractNumId w:val="3"/>
  </w:num>
  <w:num w:numId="5" w16cid:durableId="1749644535">
    <w:abstractNumId w:val="1"/>
  </w:num>
  <w:num w:numId="6" w16cid:durableId="834609019">
    <w:abstractNumId w:val="11"/>
  </w:num>
  <w:num w:numId="7" w16cid:durableId="1474133689">
    <w:abstractNumId w:val="6"/>
  </w:num>
  <w:num w:numId="8" w16cid:durableId="1899046945">
    <w:abstractNumId w:val="10"/>
  </w:num>
  <w:num w:numId="9" w16cid:durableId="1782529937">
    <w:abstractNumId w:val="7"/>
  </w:num>
  <w:num w:numId="10" w16cid:durableId="1159343371">
    <w:abstractNumId w:val="8"/>
  </w:num>
  <w:num w:numId="11" w16cid:durableId="1822697087">
    <w:abstractNumId w:val="0"/>
  </w:num>
  <w:num w:numId="12" w16cid:durableId="697195618">
    <w:abstractNumId w:val="2"/>
  </w:num>
  <w:num w:numId="13" w16cid:durableId="526256248">
    <w:abstractNumId w:val="4"/>
  </w:num>
  <w:num w:numId="14" w16cid:durableId="1184130058">
    <w:abstractNumId w:val="9"/>
  </w:num>
  <w:num w:numId="15" w16cid:durableId="11847828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42D"/>
    <w:rsid w:val="000445C3"/>
    <w:rsid w:val="00051316"/>
    <w:rsid w:val="00072899"/>
    <w:rsid w:val="00081E3B"/>
    <w:rsid w:val="000A4C15"/>
    <w:rsid w:val="000B4AEF"/>
    <w:rsid w:val="00107C89"/>
    <w:rsid w:val="001C739D"/>
    <w:rsid w:val="00225E40"/>
    <w:rsid w:val="0025795A"/>
    <w:rsid w:val="002706B1"/>
    <w:rsid w:val="00295CE8"/>
    <w:rsid w:val="002D08C8"/>
    <w:rsid w:val="002E4EA1"/>
    <w:rsid w:val="00300FF2"/>
    <w:rsid w:val="0035382C"/>
    <w:rsid w:val="003857DF"/>
    <w:rsid w:val="003960FA"/>
    <w:rsid w:val="003E5B18"/>
    <w:rsid w:val="00426DBF"/>
    <w:rsid w:val="00497F16"/>
    <w:rsid w:val="004A142D"/>
    <w:rsid w:val="004C6326"/>
    <w:rsid w:val="00500499"/>
    <w:rsid w:val="00515A99"/>
    <w:rsid w:val="005558A5"/>
    <w:rsid w:val="005809AF"/>
    <w:rsid w:val="005D4AD6"/>
    <w:rsid w:val="005E7118"/>
    <w:rsid w:val="006D6290"/>
    <w:rsid w:val="006E29F9"/>
    <w:rsid w:val="006E44B8"/>
    <w:rsid w:val="00710CC7"/>
    <w:rsid w:val="00720C2B"/>
    <w:rsid w:val="00803404"/>
    <w:rsid w:val="00842157"/>
    <w:rsid w:val="00845CB6"/>
    <w:rsid w:val="00862C80"/>
    <w:rsid w:val="008778F9"/>
    <w:rsid w:val="008A5111"/>
    <w:rsid w:val="008C0E75"/>
    <w:rsid w:val="008E420B"/>
    <w:rsid w:val="00926B8A"/>
    <w:rsid w:val="00946691"/>
    <w:rsid w:val="00991EA1"/>
    <w:rsid w:val="009938F3"/>
    <w:rsid w:val="009C3417"/>
    <w:rsid w:val="00A03653"/>
    <w:rsid w:val="00A04AAB"/>
    <w:rsid w:val="00A538EA"/>
    <w:rsid w:val="00A8633D"/>
    <w:rsid w:val="00AD467B"/>
    <w:rsid w:val="00AD5001"/>
    <w:rsid w:val="00B36717"/>
    <w:rsid w:val="00B448A9"/>
    <w:rsid w:val="00C41556"/>
    <w:rsid w:val="00C52079"/>
    <w:rsid w:val="00CF5620"/>
    <w:rsid w:val="00D059C3"/>
    <w:rsid w:val="00D35D1A"/>
    <w:rsid w:val="00D94057"/>
    <w:rsid w:val="00D940EE"/>
    <w:rsid w:val="00DE241B"/>
    <w:rsid w:val="00E12320"/>
    <w:rsid w:val="00E41794"/>
    <w:rsid w:val="00E515C3"/>
    <w:rsid w:val="00E70AFB"/>
    <w:rsid w:val="00E75B9D"/>
    <w:rsid w:val="00EB16AD"/>
    <w:rsid w:val="00F24F51"/>
    <w:rsid w:val="00F80749"/>
    <w:rsid w:val="00F86724"/>
    <w:rsid w:val="00FA4554"/>
    <w:rsid w:val="00FA476C"/>
    <w:rsid w:val="0C6FC74F"/>
    <w:rsid w:val="6D92D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85684"/>
  <w15:docId w15:val="{129A9CD3-9087-4FEF-9C8B-5747DFB6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6724"/>
    <w:pPr>
      <w:suppressAutoHyphens/>
      <w:spacing w:after="200" w:line="240" w:lineRule="auto"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6724"/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E3B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E3B"/>
    <w:rPr>
      <w:rFonts w:ascii="Calibri" w:eastAsia="SimSun" w:hAnsi="Calibri" w:cs="Mangal"/>
      <w:b/>
      <w:bCs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8E4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20B"/>
  </w:style>
  <w:style w:type="paragraph" w:styleId="Stopka">
    <w:name w:val="footer"/>
    <w:basedOn w:val="Normalny"/>
    <w:link w:val="StopkaZnak"/>
    <w:uiPriority w:val="99"/>
    <w:unhideWhenUsed/>
    <w:rsid w:val="008E4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E9A89E-DEE1-4C43-A7A8-5C2E46E12C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F5FE1E-4A8C-4F6B-9570-7989C353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806916-050E-4C6D-BB39-1F46539EEB57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anna.felisiak</dc:creator>
  <cp:lastModifiedBy>Marta Kozik</cp:lastModifiedBy>
  <cp:revision>13</cp:revision>
  <dcterms:created xsi:type="dcterms:W3CDTF">2018-04-13T11:30:00Z</dcterms:created>
  <dcterms:modified xsi:type="dcterms:W3CDTF">2023-09-13T07:47:00Z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Order">
    <vt:r8>10100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